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6B8130" w14:textId="1A399695" w:rsidR="00F16692" w:rsidRDefault="00222715" w:rsidP="00F16692">
      <w:pPr>
        <w:pStyle w:val="b"/>
      </w:pPr>
      <w:r>
        <w:t>13.</w:t>
      </w:r>
      <w:r w:rsidR="00792F22">
        <w:t>3</w:t>
      </w:r>
      <w:r>
        <w:t xml:space="preserve"> </w:t>
      </w:r>
      <w:r w:rsidR="00A20E0F" w:rsidRPr="001C2AC9">
        <w:rPr>
          <w:i/>
        </w:rPr>
        <w:t>NetLogo</w:t>
      </w:r>
      <w:r w:rsidR="00A20E0F">
        <w:t xml:space="preserve"> Tutorial </w:t>
      </w:r>
      <w:r w:rsidR="00792F22">
        <w:t>2</w:t>
      </w:r>
    </w:p>
    <w:p w14:paraId="58C32702" w14:textId="77777777" w:rsidR="00222715" w:rsidRDefault="00222715" w:rsidP="00222715">
      <w:pPr>
        <w:pStyle w:val="b"/>
        <w:spacing w:after="0"/>
        <w:rPr>
          <w:b w:val="0"/>
          <w:i/>
        </w:rPr>
      </w:pPr>
      <w:r w:rsidRPr="002856AA">
        <w:rPr>
          <w:b w:val="0"/>
          <w:i/>
        </w:rPr>
        <w:t>Introduc</w:t>
      </w:r>
      <w:r>
        <w:rPr>
          <w:b w:val="0"/>
          <w:i/>
        </w:rPr>
        <w:t>tion to Computational Science:</w:t>
      </w:r>
    </w:p>
    <w:p w14:paraId="51BC559C" w14:textId="77777777" w:rsidR="00222715" w:rsidRPr="002856AA" w:rsidRDefault="00222715" w:rsidP="00222715">
      <w:pPr>
        <w:pStyle w:val="b"/>
        <w:spacing w:before="0"/>
        <w:rPr>
          <w:b w:val="0"/>
          <w:i/>
        </w:rPr>
      </w:pPr>
      <w:r w:rsidRPr="002856AA">
        <w:rPr>
          <w:b w:val="0"/>
          <w:i/>
        </w:rPr>
        <w:t>Modeling and Simulation for the Sciences</w:t>
      </w:r>
      <w:r>
        <w:rPr>
          <w:b w:val="0"/>
          <w:i/>
        </w:rPr>
        <w:t>, 2</w:t>
      </w:r>
      <w:r w:rsidRPr="008341EC">
        <w:rPr>
          <w:b w:val="0"/>
          <w:i/>
          <w:vertAlign w:val="superscript"/>
        </w:rPr>
        <w:t>nd</w:t>
      </w:r>
      <w:r>
        <w:rPr>
          <w:b w:val="0"/>
          <w:i/>
        </w:rPr>
        <w:t xml:space="preserve"> Edition</w:t>
      </w:r>
      <w:r w:rsidRPr="002856AA">
        <w:rPr>
          <w:b w:val="0"/>
          <w:i/>
        </w:rPr>
        <w:t xml:space="preserve"> </w:t>
      </w:r>
    </w:p>
    <w:p w14:paraId="412D325D" w14:textId="77777777" w:rsidR="00222715" w:rsidRPr="002856AA" w:rsidRDefault="00222715" w:rsidP="00222715">
      <w:pPr>
        <w:pStyle w:val="b"/>
        <w:spacing w:before="0" w:after="0"/>
        <w:rPr>
          <w:b w:val="0"/>
        </w:rPr>
      </w:pPr>
      <w:r w:rsidRPr="002856AA">
        <w:rPr>
          <w:b w:val="0"/>
        </w:rPr>
        <w:t>Angela B. Shiflet and George W. Shiflet</w:t>
      </w:r>
    </w:p>
    <w:p w14:paraId="7DF1FAD0" w14:textId="77777777" w:rsidR="00222715" w:rsidRPr="002856AA" w:rsidRDefault="00222715" w:rsidP="00222715">
      <w:pPr>
        <w:pStyle w:val="b"/>
        <w:spacing w:before="0" w:after="0"/>
        <w:rPr>
          <w:b w:val="0"/>
        </w:rPr>
      </w:pPr>
      <w:r w:rsidRPr="002856AA">
        <w:rPr>
          <w:b w:val="0"/>
        </w:rPr>
        <w:t xml:space="preserve">Wofford College </w:t>
      </w:r>
    </w:p>
    <w:p w14:paraId="17956151" w14:textId="1871AB28" w:rsidR="00222715" w:rsidRPr="00222715" w:rsidRDefault="00222715" w:rsidP="00222715">
      <w:pPr>
        <w:pStyle w:val="b"/>
        <w:spacing w:before="0" w:after="0"/>
        <w:rPr>
          <w:b w:val="0"/>
        </w:rPr>
      </w:pPr>
      <w:r>
        <w:rPr>
          <w:b w:val="0"/>
        </w:rPr>
        <w:t>© 2014</w:t>
      </w:r>
      <w:r w:rsidRPr="002856AA">
        <w:rPr>
          <w:b w:val="0"/>
        </w:rPr>
        <w:t xml:space="preserve"> by Princeton University Press</w:t>
      </w:r>
    </w:p>
    <w:p w14:paraId="1803FB55" w14:textId="77777777" w:rsidR="002F7844" w:rsidRDefault="002F7844" w:rsidP="002F7844">
      <w:pPr>
        <w:pStyle w:val="b"/>
      </w:pPr>
      <w:r>
        <w:t>Introduction</w:t>
      </w:r>
    </w:p>
    <w:p w14:paraId="6BCDADBD" w14:textId="0956D4E5" w:rsidR="002F7844" w:rsidRPr="0027692B" w:rsidRDefault="002F7844" w:rsidP="002F7844">
      <w:pPr>
        <w:pStyle w:val="t"/>
        <w:rPr>
          <w:b/>
        </w:rPr>
      </w:pPr>
      <w:r>
        <w:rPr>
          <w:i/>
        </w:rPr>
        <w:t>NetLogo</w:t>
      </w:r>
      <w:r>
        <w:t xml:space="preserve"> Tutorial </w:t>
      </w:r>
      <w:r w:rsidR="00792F22">
        <w:t>2</w:t>
      </w:r>
      <w:r>
        <w:t xml:space="preserve"> </w:t>
      </w:r>
      <w:r w:rsidR="00792F22">
        <w:t>provides the background to understand a</w:t>
      </w:r>
      <w:r>
        <w:t xml:space="preserve"> </w:t>
      </w:r>
      <w:r>
        <w:rPr>
          <w:i/>
        </w:rPr>
        <w:t>NetLogo</w:t>
      </w:r>
      <w:r>
        <w:t xml:space="preserve"> implementation of the model in Module 11.</w:t>
      </w:r>
      <w:r w:rsidR="00792F22">
        <w:t>4</w:t>
      </w:r>
      <w:r w:rsidR="005D3DDB">
        <w:t xml:space="preserve">, </w:t>
      </w:r>
      <w:r w:rsidR="005D3DDB" w:rsidRPr="005D3DDB">
        <w:t>"</w:t>
      </w:r>
      <w:r w:rsidR="00182C5F" w:rsidRPr="00182C5F">
        <w:rPr>
          <w:color w:val="000000"/>
        </w:rPr>
        <w:t>Introducing the Cane Toad – Able Invader</w:t>
      </w:r>
      <w:r w:rsidR="005D3DDB" w:rsidRPr="005D3DDB">
        <w:rPr>
          <w:color w:val="000000"/>
        </w:rPr>
        <w:t>,"</w:t>
      </w:r>
      <w:r w:rsidRPr="005D3DDB">
        <w:t xml:space="preserve"> and to use the software</w:t>
      </w:r>
      <w:r>
        <w:t xml:space="preserve"> to complete </w:t>
      </w:r>
      <w:r w:rsidR="00792F22">
        <w:t>various</w:t>
      </w:r>
      <w:r>
        <w:t xml:space="preserve"> projects in Chapters 11 and 14</w:t>
      </w:r>
      <w:r>
        <w:rPr>
          <w:i/>
        </w:rPr>
        <w:t>.</w:t>
      </w:r>
      <w:r>
        <w:t xml:space="preserve">  Tutorials 1a</w:t>
      </w:r>
      <w:r w:rsidR="005150FA">
        <w:t>-c</w:t>
      </w:r>
      <w:r>
        <w:t xml:space="preserve"> </w:t>
      </w:r>
      <w:proofErr w:type="gramStart"/>
      <w:r>
        <w:t>are</w:t>
      </w:r>
      <w:proofErr w:type="gramEnd"/>
      <w:r>
        <w:t xml:space="preserve"> prerequisites to this tutorial.</w:t>
      </w:r>
      <w:r w:rsidR="009C6DE9">
        <w:t xml:space="preserve"> </w:t>
      </w:r>
      <w:r w:rsidR="001E4EDE">
        <w:t xml:space="preserve"> </w:t>
      </w:r>
      <w:r w:rsidR="009C6DE9">
        <w:t xml:space="preserve">Tutorial </w:t>
      </w:r>
      <w:r w:rsidR="005150FA">
        <w:t>2</w:t>
      </w:r>
      <w:r w:rsidR="009C6DE9">
        <w:t xml:space="preserve"> does not develop a particular model but improves your facility with using the </w:t>
      </w:r>
      <w:r w:rsidR="009C6DE9">
        <w:rPr>
          <w:i/>
        </w:rPr>
        <w:t>NetLogo</w:t>
      </w:r>
      <w:r w:rsidR="009C6DE9">
        <w:t xml:space="preserve"> </w:t>
      </w:r>
      <w:r w:rsidR="008037C4">
        <w:t>D</w:t>
      </w:r>
      <w:r w:rsidR="009C6DE9">
        <w:t>ictionary and covers some of the commands employed in the implementation of Module 11.</w:t>
      </w:r>
      <w:r w:rsidR="005150FA">
        <w:t>4</w:t>
      </w:r>
      <w:r w:rsidR="009C6DE9">
        <w:t>'s model.</w:t>
      </w:r>
      <w:r w:rsidR="00404FFD">
        <w:t xml:space="preserve">  We recommend that you work through the introduction with a copy of </w:t>
      </w:r>
      <w:r w:rsidR="00404FFD">
        <w:rPr>
          <w:i/>
        </w:rPr>
        <w:t>NetLogo</w:t>
      </w:r>
      <w:r w:rsidR="00404FFD">
        <w:t>, answering all Quick Review Questions</w:t>
      </w:r>
      <w:r w:rsidR="005B11DB">
        <w:t xml:space="preserve"> </w:t>
      </w:r>
      <w:proofErr w:type="gramStart"/>
      <w:r w:rsidR="005B11DB">
        <w:t>in</w:t>
      </w:r>
      <w:proofErr w:type="gramEnd"/>
      <w:r w:rsidR="005B11DB">
        <w:t xml:space="preserve"> a separate document</w:t>
      </w:r>
      <w:r w:rsidR="00404FFD">
        <w:t>.</w:t>
      </w:r>
      <w:r w:rsidR="00404FFD">
        <w:rPr>
          <w:b/>
        </w:rPr>
        <w:t xml:space="preserve">  </w:t>
      </w:r>
    </w:p>
    <w:p w14:paraId="2B77D594" w14:textId="41C82E78" w:rsidR="006C18A5" w:rsidRDefault="00A647FF" w:rsidP="006C18A5">
      <w:pPr>
        <w:pStyle w:val="b"/>
      </w:pPr>
      <w:r>
        <w:t>Resizing World</w:t>
      </w:r>
    </w:p>
    <w:p w14:paraId="1F698260" w14:textId="6CBBED22" w:rsidR="0027692B" w:rsidRPr="0027692B" w:rsidRDefault="0027692B" w:rsidP="0027692B">
      <w:pPr>
        <w:pStyle w:val="t"/>
        <w:rPr>
          <w:b/>
        </w:rPr>
      </w:pPr>
      <w:r w:rsidRPr="0027692B">
        <w:rPr>
          <w:b/>
        </w:rPr>
        <w:t xml:space="preserve">Type all requested commands in </w:t>
      </w:r>
      <w:r w:rsidR="001E4EDE">
        <w:rPr>
          <w:b/>
        </w:rPr>
        <w:t>a</w:t>
      </w:r>
      <w:r w:rsidRPr="0027692B">
        <w:rPr>
          <w:b/>
        </w:rPr>
        <w:t xml:space="preserve"> </w:t>
      </w:r>
      <w:r w:rsidRPr="0027692B">
        <w:rPr>
          <w:b/>
          <w:i/>
        </w:rPr>
        <w:t>NetLogo</w:t>
      </w:r>
      <w:r w:rsidRPr="0027692B">
        <w:rPr>
          <w:b/>
        </w:rPr>
        <w:t xml:space="preserve"> file and </w:t>
      </w:r>
      <w:r w:rsidR="001E4EDE">
        <w:rPr>
          <w:b/>
        </w:rPr>
        <w:t>an</w:t>
      </w:r>
      <w:r w:rsidRPr="0027692B">
        <w:rPr>
          <w:b/>
        </w:rPr>
        <w:t xml:space="preserve"> answer document.  When requested to "look up" a command, consult the </w:t>
      </w:r>
      <w:r w:rsidRPr="0027692B">
        <w:rPr>
          <w:b/>
          <w:i/>
        </w:rPr>
        <w:t>NetLogo</w:t>
      </w:r>
      <w:r w:rsidRPr="0027692B">
        <w:rPr>
          <w:b/>
        </w:rPr>
        <w:t xml:space="preserve"> Dictionary.</w:t>
      </w:r>
    </w:p>
    <w:p w14:paraId="4732E4A2" w14:textId="251DC1B2" w:rsidR="006C18A5" w:rsidRDefault="006C18A5" w:rsidP="006C18A5">
      <w:pPr>
        <w:pStyle w:val="Caption"/>
      </w:pPr>
      <w:r w:rsidRPr="006C18A5">
        <w:rPr>
          <w:b/>
        </w:rPr>
        <w:t xml:space="preserve">Quick Review Question </w:t>
      </w:r>
      <w:r w:rsidRPr="006C18A5">
        <w:rPr>
          <w:b/>
        </w:rPr>
        <w:fldChar w:fldCharType="begin"/>
      </w:r>
      <w:r w:rsidRPr="006C18A5">
        <w:rPr>
          <w:b/>
        </w:rPr>
        <w:instrText xml:space="preserve"> SEQ Quick_Review_Question \* ARABIC </w:instrText>
      </w:r>
      <w:r w:rsidRPr="006C18A5">
        <w:rPr>
          <w:b/>
        </w:rPr>
        <w:fldChar w:fldCharType="separate"/>
      </w:r>
      <w:r w:rsidR="000632C9">
        <w:rPr>
          <w:b/>
          <w:noProof/>
        </w:rPr>
        <w:t>1</w:t>
      </w:r>
      <w:r w:rsidRPr="006C18A5">
        <w:rPr>
          <w:b/>
        </w:rPr>
        <w:fldChar w:fldCharType="end"/>
      </w:r>
      <w:r>
        <w:tab/>
        <w:t xml:space="preserve">Start a new </w:t>
      </w:r>
      <w:r>
        <w:rPr>
          <w:i/>
        </w:rPr>
        <w:t>NetLogo</w:t>
      </w:r>
      <w:r>
        <w:t xml:space="preserve"> simulation</w:t>
      </w:r>
      <w:r w:rsidR="007758BE">
        <w:t xml:space="preserve"> and save the file</w:t>
      </w:r>
      <w:r>
        <w:t>.</w:t>
      </w:r>
      <w:r w:rsidR="003E0A96">
        <w:t xml:space="preserve">  This question involves resizing the world.</w:t>
      </w:r>
    </w:p>
    <w:p w14:paraId="3D1FBDAA" w14:textId="4E06164F" w:rsidR="00BC162D" w:rsidRDefault="003E0A96" w:rsidP="00792F22">
      <w:pPr>
        <w:pStyle w:val="e"/>
        <w:numPr>
          <w:ilvl w:val="0"/>
          <w:numId w:val="18"/>
        </w:numPr>
      </w:pPr>
      <w:r>
        <w:t xml:space="preserve">Add a </w:t>
      </w:r>
      <w:r>
        <w:rPr>
          <w:i/>
        </w:rPr>
        <w:t>setup</w:t>
      </w:r>
      <w:r>
        <w:t xml:space="preserve"> button.  </w:t>
      </w:r>
      <w:r w:rsidR="00037CE9">
        <w:t xml:space="preserve">How do we add a slider?  </w:t>
      </w:r>
      <w:r>
        <w:t xml:space="preserve">Add a slider, called </w:t>
      </w:r>
      <w:proofErr w:type="gramStart"/>
      <w:r>
        <w:rPr>
          <w:i/>
        </w:rPr>
        <w:t>SIDE</w:t>
      </w:r>
      <w:r>
        <w:t xml:space="preserve">, </w:t>
      </w:r>
      <w:r w:rsidR="00037CE9">
        <w:t>that</w:t>
      </w:r>
      <w:proofErr w:type="gramEnd"/>
      <w:r w:rsidR="00037CE9">
        <w:t xml:space="preserve"> has a minimum value of 10, default value of 16, and maximum value of 30. </w:t>
      </w:r>
    </w:p>
    <w:p w14:paraId="0F70BDE8" w14:textId="2451D45E" w:rsidR="00037CE9" w:rsidRDefault="00037CE9" w:rsidP="00792F22">
      <w:pPr>
        <w:pStyle w:val="e"/>
        <w:numPr>
          <w:ilvl w:val="0"/>
          <w:numId w:val="18"/>
        </w:numPr>
      </w:pPr>
      <w:r>
        <w:t>Look up</w:t>
      </w:r>
      <w:r>
        <w:rPr>
          <w:b/>
          <w:i/>
        </w:rPr>
        <w:t xml:space="preserve"> resize-world</w:t>
      </w:r>
      <w:r>
        <w:t>.  What does it do?</w:t>
      </w:r>
    </w:p>
    <w:p w14:paraId="28CEE5C7" w14:textId="56F6BD94" w:rsidR="00037CE9" w:rsidRDefault="00037CE9" w:rsidP="00792F22">
      <w:pPr>
        <w:pStyle w:val="e"/>
        <w:numPr>
          <w:ilvl w:val="0"/>
          <w:numId w:val="18"/>
        </w:numPr>
      </w:pPr>
      <w:r>
        <w:t xml:space="preserve">Write a </w:t>
      </w:r>
      <w:r>
        <w:rPr>
          <w:i/>
        </w:rPr>
        <w:t>setup</w:t>
      </w:r>
      <w:r>
        <w:t xml:space="preserve"> function that </w:t>
      </w:r>
      <w:r w:rsidR="00F471A0">
        <w:t xml:space="preserve">clears everything and then </w:t>
      </w:r>
      <w:r>
        <w:t>resizes the world to go from –</w:t>
      </w:r>
      <w:r>
        <w:rPr>
          <w:i/>
        </w:rPr>
        <w:t>SIDE</w:t>
      </w:r>
      <w:r>
        <w:t xml:space="preserve"> to </w:t>
      </w:r>
      <w:r>
        <w:rPr>
          <w:i/>
        </w:rPr>
        <w:t>SIDE</w:t>
      </w:r>
      <w:r>
        <w:t xml:space="preserve"> in each direction.  To write –</w:t>
      </w:r>
      <w:r>
        <w:rPr>
          <w:i/>
        </w:rPr>
        <w:t>SIDE</w:t>
      </w:r>
      <w:r>
        <w:t xml:space="preserve">, subtract </w:t>
      </w:r>
      <w:r>
        <w:rPr>
          <w:i/>
        </w:rPr>
        <w:t>SIDE</w:t>
      </w:r>
      <w:r>
        <w:t xml:space="preserve"> from 0 and place this expression in parentheses, (0 – </w:t>
      </w:r>
      <w:r>
        <w:rPr>
          <w:i/>
        </w:rPr>
        <w:t>SIDE</w:t>
      </w:r>
      <w:r>
        <w:t>).  Be sure to put a blank on each side of the minus sign.</w:t>
      </w:r>
      <w:r w:rsidR="00500A55">
        <w:t xml:space="preserve">  Check your work.  On the Interface level, make </w:t>
      </w:r>
      <w:r w:rsidR="00500A55">
        <w:rPr>
          <w:i/>
        </w:rPr>
        <w:t>SIDE</w:t>
      </w:r>
      <w:r w:rsidR="00500A55">
        <w:t xml:space="preserve"> 10, and click </w:t>
      </w:r>
      <w:r w:rsidR="00500A55">
        <w:rPr>
          <w:i/>
        </w:rPr>
        <w:t>setup</w:t>
      </w:r>
      <w:r w:rsidR="00A647FF">
        <w:t xml:space="preserve"> to view the results.</w:t>
      </w:r>
    </w:p>
    <w:p w14:paraId="483C9396" w14:textId="7B664393" w:rsidR="00A647FF" w:rsidRDefault="00A647FF" w:rsidP="00A647FF">
      <w:pPr>
        <w:pStyle w:val="b"/>
      </w:pPr>
      <w:r>
        <w:t>Random Normal</w:t>
      </w:r>
    </w:p>
    <w:p w14:paraId="4E807969" w14:textId="435B2166" w:rsidR="00F35D37" w:rsidRPr="007A42F8" w:rsidRDefault="00F35D37" w:rsidP="00F35D37">
      <w:pPr>
        <w:pStyle w:val="Caption"/>
        <w:rPr>
          <w:b/>
        </w:rPr>
      </w:pPr>
      <w:r w:rsidRPr="007A42F8">
        <w:rPr>
          <w:b/>
        </w:rPr>
        <w:t xml:space="preserve">Quick Review Question </w:t>
      </w:r>
      <w:r w:rsidR="001C2AC9" w:rsidRPr="007A42F8">
        <w:rPr>
          <w:b/>
        </w:rPr>
        <w:fldChar w:fldCharType="begin"/>
      </w:r>
      <w:r w:rsidR="001C2AC9" w:rsidRPr="007A42F8">
        <w:rPr>
          <w:b/>
        </w:rPr>
        <w:instrText xml:space="preserve"> SEQ Quick_Review_Question \* ARABIC </w:instrText>
      </w:r>
      <w:r w:rsidR="001C2AC9" w:rsidRPr="007A42F8">
        <w:rPr>
          <w:b/>
        </w:rPr>
        <w:fldChar w:fldCharType="separate"/>
      </w:r>
      <w:r w:rsidR="000632C9" w:rsidRPr="007A42F8">
        <w:rPr>
          <w:b/>
          <w:noProof/>
        </w:rPr>
        <w:t>2</w:t>
      </w:r>
      <w:r w:rsidR="001C2AC9" w:rsidRPr="007A42F8">
        <w:rPr>
          <w:b/>
          <w:noProof/>
        </w:rPr>
        <w:fldChar w:fldCharType="end"/>
      </w:r>
    </w:p>
    <w:p w14:paraId="1A1D28F7" w14:textId="45CCE439" w:rsidR="00F35D37" w:rsidRDefault="00F35D37" w:rsidP="00F35D37">
      <w:pPr>
        <w:pStyle w:val="t"/>
        <w:numPr>
          <w:ilvl w:val="0"/>
          <w:numId w:val="26"/>
        </w:numPr>
      </w:pPr>
      <w:r>
        <w:t xml:space="preserve">Look up </w:t>
      </w:r>
      <w:r>
        <w:rPr>
          <w:b/>
          <w:i/>
        </w:rPr>
        <w:t>random-normal</w:t>
      </w:r>
      <w:r>
        <w:t>, and give what it reports.</w:t>
      </w:r>
    </w:p>
    <w:p w14:paraId="78C8A0B4" w14:textId="53DB4AAE" w:rsidR="00B74A8B" w:rsidRDefault="00B74A8B" w:rsidP="00F35D37">
      <w:pPr>
        <w:pStyle w:val="t"/>
        <w:numPr>
          <w:ilvl w:val="0"/>
          <w:numId w:val="26"/>
        </w:numPr>
      </w:pPr>
      <w:r>
        <w:t xml:space="preserve">On the Interface level, in the </w:t>
      </w:r>
      <w:r>
        <w:rPr>
          <w:i/>
        </w:rPr>
        <w:t>observer&gt;</w:t>
      </w:r>
      <w:r>
        <w:t xml:space="preserve"> text box at the bottom of the window, type the command to return a random number with mean 0</w:t>
      </w:r>
      <w:r w:rsidR="00A71C25">
        <w:t>.8</w:t>
      </w:r>
      <w:r>
        <w:t xml:space="preserve"> and standard deviation </w:t>
      </w:r>
      <w:r w:rsidR="00A71C25">
        <w:t>0.5</w:t>
      </w:r>
      <w:r>
        <w:t xml:space="preserve">. </w:t>
      </w:r>
      <w:r w:rsidR="00A71C25">
        <w:t xml:space="preserve"> U</w:t>
      </w:r>
      <w:r>
        <w:t>sing the up arrow to retrieve the command</w:t>
      </w:r>
      <w:r w:rsidR="00A71C25">
        <w:t>, execute the command several times until obtaining a negative value</w:t>
      </w:r>
      <w:r>
        <w:t>.</w:t>
      </w:r>
    </w:p>
    <w:p w14:paraId="3D96AC04" w14:textId="07D6038C" w:rsidR="000043BC" w:rsidRDefault="00CF2045" w:rsidP="00F35D37">
      <w:pPr>
        <w:pStyle w:val="t"/>
        <w:numPr>
          <w:ilvl w:val="0"/>
          <w:numId w:val="26"/>
        </w:numPr>
      </w:pPr>
      <w:r>
        <w:lastRenderedPageBreak/>
        <w:t xml:space="preserve">Write a statement at the top of the code to indicate that the patches own an </w:t>
      </w:r>
      <w:r>
        <w:rPr>
          <w:i/>
        </w:rPr>
        <w:t>energy</w:t>
      </w:r>
      <w:r>
        <w:t xml:space="preserve"> variable.</w:t>
      </w:r>
      <w:r w:rsidR="00F471A0">
        <w:t xml:space="preserve">  Check your work.  On the Interface level, click </w:t>
      </w:r>
      <w:r w:rsidR="00F471A0">
        <w:rPr>
          <w:i/>
        </w:rPr>
        <w:t>setup</w:t>
      </w:r>
      <w:r w:rsidR="00F471A0">
        <w:t xml:space="preserve"> </w:t>
      </w:r>
      <w:r w:rsidR="0076411B">
        <w:t>to check your work.</w:t>
      </w:r>
    </w:p>
    <w:p w14:paraId="42D88794" w14:textId="3533248F" w:rsidR="0076411B" w:rsidRDefault="0076411B" w:rsidP="0076411B">
      <w:pPr>
        <w:pStyle w:val="b"/>
      </w:pPr>
      <w:r>
        <w:t>Minimum and Maximum</w:t>
      </w:r>
    </w:p>
    <w:p w14:paraId="5EE9B404" w14:textId="540B380C" w:rsidR="00F471A0" w:rsidRPr="007A42F8" w:rsidRDefault="00F471A0" w:rsidP="00F471A0">
      <w:pPr>
        <w:pStyle w:val="Caption"/>
        <w:rPr>
          <w:b/>
        </w:rPr>
      </w:pPr>
      <w:r w:rsidRPr="007A42F8">
        <w:rPr>
          <w:b/>
        </w:rPr>
        <w:t xml:space="preserve">Quick Review Question </w:t>
      </w:r>
      <w:r w:rsidR="001C2AC9" w:rsidRPr="007A42F8">
        <w:rPr>
          <w:b/>
        </w:rPr>
        <w:fldChar w:fldCharType="begin"/>
      </w:r>
      <w:r w:rsidR="001C2AC9" w:rsidRPr="007A42F8">
        <w:rPr>
          <w:b/>
        </w:rPr>
        <w:instrText xml:space="preserve"> SEQ Quick_Review_Question \* ARABIC </w:instrText>
      </w:r>
      <w:r w:rsidR="001C2AC9" w:rsidRPr="007A42F8">
        <w:rPr>
          <w:b/>
        </w:rPr>
        <w:fldChar w:fldCharType="separate"/>
      </w:r>
      <w:r w:rsidR="000632C9" w:rsidRPr="007A42F8">
        <w:rPr>
          <w:b/>
          <w:noProof/>
        </w:rPr>
        <w:t>3</w:t>
      </w:r>
      <w:r w:rsidR="001C2AC9" w:rsidRPr="007A42F8">
        <w:rPr>
          <w:b/>
          <w:noProof/>
        </w:rPr>
        <w:fldChar w:fldCharType="end"/>
      </w:r>
    </w:p>
    <w:p w14:paraId="7B2B45ED" w14:textId="3A15ED6D" w:rsidR="00F471A0" w:rsidRDefault="00F471A0" w:rsidP="00F471A0">
      <w:pPr>
        <w:pStyle w:val="t"/>
        <w:numPr>
          <w:ilvl w:val="0"/>
          <w:numId w:val="27"/>
        </w:numPr>
      </w:pPr>
      <w:r>
        <w:t>Look up</w:t>
      </w:r>
      <w:r>
        <w:rPr>
          <w:b/>
          <w:i/>
        </w:rPr>
        <w:t xml:space="preserve"> min</w:t>
      </w:r>
      <w:r>
        <w:t xml:space="preserve">.  Add a </w:t>
      </w:r>
      <w:r>
        <w:rPr>
          <w:i/>
        </w:rPr>
        <w:t>Reporter</w:t>
      </w:r>
      <w:r>
        <w:t xml:space="preserve"> </w:t>
      </w:r>
      <w:r w:rsidR="00680B6E">
        <w:t xml:space="preserve">box on the Interface level to report the minimum energy of the patches.  Make the </w:t>
      </w:r>
      <w:r w:rsidR="00680B6E">
        <w:rPr>
          <w:i/>
        </w:rPr>
        <w:t>Display Name</w:t>
      </w:r>
      <w:r w:rsidR="00680B6E">
        <w:t xml:space="preserve"> be "Minimum Energy."</w:t>
      </w:r>
      <w:r w:rsidR="00387FFE">
        <w:t xml:space="preserve">  Note the displayed value.</w:t>
      </w:r>
    </w:p>
    <w:p w14:paraId="203D870E" w14:textId="0288688F" w:rsidR="00680B6E" w:rsidRDefault="00680B6E" w:rsidP="00680B6E">
      <w:pPr>
        <w:pStyle w:val="t"/>
        <w:numPr>
          <w:ilvl w:val="0"/>
          <w:numId w:val="27"/>
        </w:numPr>
      </w:pPr>
      <w:r>
        <w:t>Look up</w:t>
      </w:r>
      <w:r>
        <w:rPr>
          <w:b/>
          <w:i/>
        </w:rPr>
        <w:t xml:space="preserve"> max</w:t>
      </w:r>
      <w:r>
        <w:t xml:space="preserve">.  Add a </w:t>
      </w:r>
      <w:r>
        <w:rPr>
          <w:i/>
        </w:rPr>
        <w:t>Reporter</w:t>
      </w:r>
      <w:r>
        <w:t xml:space="preserve"> box on the Interface level to report the maximum energy of the patches.  Make the </w:t>
      </w:r>
      <w:r>
        <w:rPr>
          <w:i/>
        </w:rPr>
        <w:t>Display Name</w:t>
      </w:r>
      <w:r>
        <w:t xml:space="preserve"> be "Minimum Energy."</w:t>
      </w:r>
      <w:r w:rsidR="00387FFE">
        <w:t xml:space="preserve">  Note the displayed value.</w:t>
      </w:r>
    </w:p>
    <w:p w14:paraId="6659F696" w14:textId="48784DEA" w:rsidR="00680B6E" w:rsidRDefault="00680B6E" w:rsidP="00F471A0">
      <w:pPr>
        <w:pStyle w:val="t"/>
        <w:numPr>
          <w:ilvl w:val="0"/>
          <w:numId w:val="27"/>
        </w:numPr>
      </w:pPr>
      <w:r>
        <w:t xml:space="preserve">Look up </w:t>
      </w:r>
      <w:r>
        <w:rPr>
          <w:b/>
          <w:i/>
        </w:rPr>
        <w:t>list</w:t>
      </w:r>
      <w:r>
        <w:t xml:space="preserve">.  On the Interface level, in the </w:t>
      </w:r>
      <w:r>
        <w:rPr>
          <w:i/>
        </w:rPr>
        <w:t>observer&gt;</w:t>
      </w:r>
      <w:r>
        <w:t xml:space="preserve"> text box, type the command to return a list with the number </w:t>
      </w:r>
      <w:r w:rsidR="00387FFE">
        <w:t>0</w:t>
      </w:r>
      <w:r>
        <w:t xml:space="preserve"> and </w:t>
      </w:r>
      <w:r w:rsidR="00387FFE">
        <w:t>-</w:t>
      </w:r>
      <w:r>
        <w:t>7.</w:t>
      </w:r>
    </w:p>
    <w:p w14:paraId="620A35AC" w14:textId="3CB9FFF8" w:rsidR="00680B6E" w:rsidRDefault="00680B6E" w:rsidP="00F471A0">
      <w:pPr>
        <w:pStyle w:val="t"/>
        <w:numPr>
          <w:ilvl w:val="0"/>
          <w:numId w:val="27"/>
        </w:numPr>
      </w:pPr>
      <w:r>
        <w:t>What is returned?</w:t>
      </w:r>
    </w:p>
    <w:p w14:paraId="56AF4C65" w14:textId="6E1D9D0E" w:rsidR="008B5318" w:rsidRDefault="008B5318" w:rsidP="008B5318">
      <w:pPr>
        <w:pStyle w:val="t"/>
        <w:numPr>
          <w:ilvl w:val="0"/>
          <w:numId w:val="27"/>
        </w:numPr>
      </w:pPr>
      <w:r>
        <w:t xml:space="preserve">In the </w:t>
      </w:r>
      <w:r>
        <w:rPr>
          <w:i/>
        </w:rPr>
        <w:t>observer&gt;</w:t>
      </w:r>
      <w:r>
        <w:t xml:space="preserve"> textbox, enter and execute the command to obtain the maximum of 0 and -7.  To do so, we must place </w:t>
      </w:r>
      <w:r w:rsidR="00371882">
        <w:t xml:space="preserve">0 and -7 </w:t>
      </w:r>
      <w:r>
        <w:t>in a list.</w:t>
      </w:r>
    </w:p>
    <w:p w14:paraId="5EA9C488" w14:textId="2FBF3080" w:rsidR="00F471A0" w:rsidRDefault="00F471A0" w:rsidP="00F471A0">
      <w:pPr>
        <w:pStyle w:val="t"/>
        <w:numPr>
          <w:ilvl w:val="0"/>
          <w:numId w:val="27"/>
        </w:numPr>
      </w:pPr>
      <w:r>
        <w:t xml:space="preserve">In the </w:t>
      </w:r>
      <w:r>
        <w:rPr>
          <w:i/>
        </w:rPr>
        <w:t>observer&gt;</w:t>
      </w:r>
      <w:r>
        <w:t xml:space="preserve"> textbox, enter and execute the command to obtain the minimum of </w:t>
      </w:r>
      <w:r w:rsidR="008B5318">
        <w:t>1</w:t>
      </w:r>
      <w:r>
        <w:t xml:space="preserve"> and </w:t>
      </w:r>
      <w:r w:rsidR="008B5318">
        <w:t>4</w:t>
      </w:r>
      <w:r>
        <w:t>.</w:t>
      </w:r>
      <w:r w:rsidR="00680B6E">
        <w:t xml:space="preserve">  To do so, we must place </w:t>
      </w:r>
      <w:r w:rsidR="008B5318">
        <w:t>1</w:t>
      </w:r>
      <w:r w:rsidR="00680B6E">
        <w:t xml:space="preserve"> and </w:t>
      </w:r>
      <w:r w:rsidR="008B5318">
        <w:t>4</w:t>
      </w:r>
      <w:r w:rsidR="00680B6E">
        <w:t xml:space="preserve"> in a list.</w:t>
      </w:r>
    </w:p>
    <w:p w14:paraId="632BC73C" w14:textId="5E969AC9" w:rsidR="00680B6E" w:rsidRDefault="00680B6E" w:rsidP="00F471A0">
      <w:pPr>
        <w:pStyle w:val="t"/>
        <w:numPr>
          <w:ilvl w:val="0"/>
          <w:numId w:val="27"/>
        </w:numPr>
      </w:pPr>
      <w:r>
        <w:t>Suppose we wish to restrict the energy values to be between 0 and 1.</w:t>
      </w:r>
      <w:r w:rsidR="00614E39">
        <w:t xml:space="preserve">  First, make sure that </w:t>
      </w:r>
      <w:r w:rsidR="00387FFE">
        <w:t xml:space="preserve">the value is non-negative by </w:t>
      </w:r>
      <w:r w:rsidR="001B7A77">
        <w:t>having another command</w:t>
      </w:r>
      <w:r w:rsidR="008B5318">
        <w:t xml:space="preserve"> in </w:t>
      </w:r>
      <w:r w:rsidR="008B5318">
        <w:rPr>
          <w:i/>
        </w:rPr>
        <w:t>setup</w:t>
      </w:r>
      <w:r w:rsidR="008B5318">
        <w:t xml:space="preserve"> to </w:t>
      </w:r>
      <w:r w:rsidR="008B5318">
        <w:rPr>
          <w:i/>
        </w:rPr>
        <w:t>ask patches</w:t>
      </w:r>
      <w:r w:rsidR="001B7A77">
        <w:t xml:space="preserve"> to update</w:t>
      </w:r>
      <w:r w:rsidR="00387FFE">
        <w:t xml:space="preserve"> </w:t>
      </w:r>
      <w:r w:rsidR="00387FFE">
        <w:rPr>
          <w:i/>
        </w:rPr>
        <w:t>energy</w:t>
      </w:r>
      <w:r w:rsidR="00387FFE">
        <w:t xml:space="preserve"> to</w:t>
      </w:r>
      <w:r w:rsidR="001B7A77">
        <w:t xml:space="preserve"> be</w:t>
      </w:r>
      <w:r w:rsidR="00387FFE">
        <w:t xml:space="preserve"> the maximum of 0 and </w:t>
      </w:r>
      <w:r w:rsidR="00387FFE">
        <w:rPr>
          <w:i/>
        </w:rPr>
        <w:t>energy</w:t>
      </w:r>
      <w:r w:rsidR="00387FFE">
        <w:t>.</w:t>
      </w:r>
      <w:r w:rsidR="001B7A77">
        <w:t xml:space="preserve">  Check your work</w:t>
      </w:r>
      <w:r w:rsidR="00371882">
        <w:t>,</w:t>
      </w:r>
      <w:r w:rsidR="001B7A77">
        <w:t xml:space="preserve"> and click </w:t>
      </w:r>
      <w:r w:rsidR="001B7A77">
        <w:rPr>
          <w:i/>
        </w:rPr>
        <w:t>setup</w:t>
      </w:r>
      <w:r w:rsidR="001B7A77">
        <w:t xml:space="preserve"> to observe the </w:t>
      </w:r>
      <w:r w:rsidR="001B7A77">
        <w:rPr>
          <w:i/>
        </w:rPr>
        <w:t>Minimum Energy</w:t>
      </w:r>
      <w:r w:rsidR="001B7A77">
        <w:t>.</w:t>
      </w:r>
    </w:p>
    <w:p w14:paraId="11EDA2BE" w14:textId="45295B0B" w:rsidR="001B7A77" w:rsidRDefault="001B7A77" w:rsidP="00F471A0">
      <w:pPr>
        <w:pStyle w:val="t"/>
        <w:numPr>
          <w:ilvl w:val="0"/>
          <w:numId w:val="27"/>
        </w:numPr>
      </w:pPr>
      <w:r>
        <w:t xml:space="preserve">Then, to force energy values to be less than 1, have a third command to update </w:t>
      </w:r>
      <w:r>
        <w:rPr>
          <w:i/>
        </w:rPr>
        <w:t>energy</w:t>
      </w:r>
      <w:r>
        <w:t xml:space="preserve"> to be the minimum of 1 and </w:t>
      </w:r>
      <w:r>
        <w:rPr>
          <w:i/>
        </w:rPr>
        <w:t>energy</w:t>
      </w:r>
      <w:r>
        <w:t>.  Check your work</w:t>
      </w:r>
      <w:r w:rsidR="00371882">
        <w:t>,</w:t>
      </w:r>
      <w:r>
        <w:t xml:space="preserve"> and click </w:t>
      </w:r>
      <w:r>
        <w:rPr>
          <w:i/>
        </w:rPr>
        <w:t>setup</w:t>
      </w:r>
      <w:r>
        <w:t xml:space="preserve"> to observer the </w:t>
      </w:r>
      <w:r>
        <w:rPr>
          <w:i/>
        </w:rPr>
        <w:t>Maximum Energy</w:t>
      </w:r>
      <w:r>
        <w:t>.</w:t>
      </w:r>
      <w:r w:rsidR="0063762C">
        <w:t xml:space="preserve">  </w:t>
      </w:r>
    </w:p>
    <w:p w14:paraId="3DF2E88B" w14:textId="4BC0D9B5" w:rsidR="0063762C" w:rsidRDefault="0063762C" w:rsidP="00F471A0">
      <w:pPr>
        <w:pStyle w:val="t"/>
        <w:numPr>
          <w:ilvl w:val="0"/>
          <w:numId w:val="27"/>
        </w:numPr>
      </w:pPr>
      <w:r>
        <w:t>Alternatively, we can consolidate the three assignment statements into one command, as follows:</w:t>
      </w:r>
    </w:p>
    <w:p w14:paraId="406CD749" w14:textId="77777777" w:rsidR="0063762C" w:rsidRDefault="0063762C" w:rsidP="0063762C">
      <w:pPr>
        <w:pStyle w:val="c"/>
      </w:pPr>
    </w:p>
    <w:p w14:paraId="7F905C16" w14:textId="5BCEBBA9" w:rsidR="008B5318" w:rsidRDefault="008B5318" w:rsidP="0063762C">
      <w:pPr>
        <w:pStyle w:val="c"/>
      </w:pPr>
      <w:proofErr w:type="gramStart"/>
      <w:r w:rsidRPr="008B5318">
        <w:t>set</w:t>
      </w:r>
      <w:proofErr w:type="gramEnd"/>
      <w:r w:rsidRPr="008B5318">
        <w:t xml:space="preserve"> </w:t>
      </w:r>
      <w:r>
        <w:t>energy min list 1 max list 0 random-normal 0.3 0.5</w:t>
      </w:r>
    </w:p>
    <w:p w14:paraId="18B0A6E1" w14:textId="77777777" w:rsidR="008B5318" w:rsidRDefault="008B5318" w:rsidP="0063762C">
      <w:pPr>
        <w:pStyle w:val="c"/>
      </w:pPr>
    </w:p>
    <w:p w14:paraId="25022740" w14:textId="4D63B53C" w:rsidR="008B5318" w:rsidRDefault="008B5318" w:rsidP="008B5318">
      <w:pPr>
        <w:pStyle w:val="p"/>
        <w:ind w:left="900" w:hanging="360"/>
      </w:pPr>
      <w:r>
        <w:tab/>
        <w:t>For clarity, place three sets of parentheses in the command, one around the calculation of the random normal, one around the list for the maximum, and one around the list for the minimum.</w:t>
      </w:r>
      <w:r w:rsidR="00462553">
        <w:t xml:space="preserve">  Check and execute.</w:t>
      </w:r>
    </w:p>
    <w:p w14:paraId="4C6D4160" w14:textId="3426BFAB" w:rsidR="00EC4A4A" w:rsidRDefault="00DE045D" w:rsidP="008B5318">
      <w:pPr>
        <w:pStyle w:val="p"/>
        <w:ind w:left="900" w:hanging="360"/>
      </w:pPr>
      <w:r>
        <w:t>j.</w:t>
      </w:r>
      <w:r>
        <w:tab/>
      </w:r>
      <w:r w:rsidR="00EC4A4A">
        <w:t xml:space="preserve">Look up </w:t>
      </w:r>
      <w:proofErr w:type="gramStart"/>
      <w:r w:rsidR="00EC4A4A">
        <w:rPr>
          <w:b/>
          <w:i/>
        </w:rPr>
        <w:t>max-one-of</w:t>
      </w:r>
      <w:proofErr w:type="gramEnd"/>
      <w:r w:rsidR="00EC4A4A">
        <w:t xml:space="preserve">.  </w:t>
      </w:r>
      <w:r w:rsidR="000141BB">
        <w:t xml:space="preserve">In the Command Center, write a statement to display a patch that has a maximum </w:t>
      </w:r>
      <w:r w:rsidR="000141BB">
        <w:rPr>
          <w:i/>
        </w:rPr>
        <w:t>energy</w:t>
      </w:r>
      <w:r w:rsidR="000141BB">
        <w:t xml:space="preserve"> value.  Pressing the up arrow, re-execute the command several times, noting the variety of reported patches. </w:t>
      </w:r>
      <w:r w:rsidR="002608BD">
        <w:t xml:space="preserve"> Inspect several of these patches to verify that each of these patches has the maximum energy value.</w:t>
      </w:r>
    </w:p>
    <w:p w14:paraId="04C528F5" w14:textId="1AC0F089" w:rsidR="00B21690" w:rsidRDefault="00B21690" w:rsidP="008B5318">
      <w:pPr>
        <w:pStyle w:val="p"/>
        <w:ind w:left="900" w:hanging="360"/>
      </w:pPr>
      <w:r>
        <w:t>k.</w:t>
      </w:r>
      <w:r>
        <w:tab/>
        <w:t>Create one turtle.</w:t>
      </w:r>
    </w:p>
    <w:p w14:paraId="728C6332" w14:textId="39FE1D98" w:rsidR="00B21690" w:rsidRDefault="00B21690" w:rsidP="008B5318">
      <w:pPr>
        <w:pStyle w:val="p"/>
        <w:ind w:left="900" w:hanging="360"/>
      </w:pPr>
      <w:proofErr w:type="gramStart"/>
      <w:r>
        <w:t>l</w:t>
      </w:r>
      <w:proofErr w:type="gramEnd"/>
      <w:r>
        <w:t>.</w:t>
      </w:r>
      <w:r>
        <w:tab/>
        <w:t xml:space="preserve">In the Command Center, ask each of the turtles (and there is only one turtle) to show one of its eight neighbors that </w:t>
      </w:r>
      <w:proofErr w:type="gramStart"/>
      <w:r>
        <w:t>has</w:t>
      </w:r>
      <w:proofErr w:type="gramEnd"/>
      <w:r>
        <w:t xml:space="preserve"> a maximum amount of energy.  To use the von Neumann neighborhood of four nearest neighbors, we would use </w:t>
      </w:r>
      <w:r>
        <w:rPr>
          <w:b/>
          <w:i/>
        </w:rPr>
        <w:t>neighbors4</w:t>
      </w:r>
      <w:r>
        <w:t>.</w:t>
      </w:r>
    </w:p>
    <w:p w14:paraId="26FFAF8B" w14:textId="786C369A" w:rsidR="00B21690" w:rsidRDefault="00B21690" w:rsidP="008B5318">
      <w:pPr>
        <w:pStyle w:val="p"/>
        <w:ind w:left="900" w:hanging="360"/>
      </w:pPr>
      <w:r>
        <w:lastRenderedPageBreak/>
        <w:t>m.</w:t>
      </w:r>
      <w:r>
        <w:tab/>
        <w:t xml:space="preserve">To include the patch on which the turtle resides, which is </w:t>
      </w:r>
      <w:r>
        <w:rPr>
          <w:b/>
          <w:i/>
        </w:rPr>
        <w:t>patch-here</w:t>
      </w:r>
      <w:r w:rsidR="00A93988">
        <w:t>,</w:t>
      </w:r>
      <w:r>
        <w:t xml:space="preserve"> with the neighbors, we need to employ</w:t>
      </w:r>
      <w:r w:rsidR="00A93988">
        <w:t xml:space="preserve"> a</w:t>
      </w:r>
      <w:r>
        <w:t xml:space="preserve"> </w:t>
      </w:r>
      <w:r>
        <w:rPr>
          <w:b/>
          <w:i/>
        </w:rPr>
        <w:t>patch-set</w:t>
      </w:r>
      <w:r>
        <w:t xml:space="preserve">.  Look up this command.  </w:t>
      </w:r>
      <w:r w:rsidR="00BF29DF">
        <w:t>Write a command to return a patch set with the patch here and the eight neighbors.</w:t>
      </w:r>
    </w:p>
    <w:p w14:paraId="4DEFB585" w14:textId="70392C82" w:rsidR="00BF29DF" w:rsidRPr="00B21690" w:rsidRDefault="00BF29DF" w:rsidP="008B5318">
      <w:pPr>
        <w:pStyle w:val="p"/>
        <w:ind w:left="900" w:hanging="360"/>
      </w:pPr>
      <w:r>
        <w:t>o.</w:t>
      </w:r>
      <w:r>
        <w:tab/>
      </w:r>
      <w:r>
        <w:t>In the Command Center, ask each of the turtles (and there is only one turtle) to show one of its eight neighbors</w:t>
      </w:r>
      <w:r>
        <w:t xml:space="preserve"> or the patch beneath the turtle</w:t>
      </w:r>
      <w:r>
        <w:t xml:space="preserve"> that has a maximum amount of energy.</w:t>
      </w:r>
      <w:bookmarkStart w:id="0" w:name="_GoBack"/>
      <w:bookmarkEnd w:id="0"/>
    </w:p>
    <w:p w14:paraId="5C1E4A9E" w14:textId="420FCC1E" w:rsidR="00C96AED" w:rsidRDefault="00C96AED" w:rsidP="00C96AED">
      <w:pPr>
        <w:pStyle w:val="b"/>
      </w:pPr>
      <w:r>
        <w:t>Absolute</w:t>
      </w:r>
      <w:r w:rsidR="00A647FF">
        <w:t xml:space="preserve"> Value</w:t>
      </w:r>
    </w:p>
    <w:p w14:paraId="7DCD65A1" w14:textId="7444C02A" w:rsidR="0063762C" w:rsidRPr="007A42F8" w:rsidRDefault="0076411B" w:rsidP="0076411B">
      <w:pPr>
        <w:pStyle w:val="Caption"/>
        <w:rPr>
          <w:b/>
        </w:rPr>
      </w:pPr>
      <w:r w:rsidRPr="007A42F8">
        <w:rPr>
          <w:b/>
        </w:rPr>
        <w:t xml:space="preserve">Quick Review Question </w:t>
      </w:r>
      <w:r w:rsidR="001C2AC9" w:rsidRPr="007A42F8">
        <w:rPr>
          <w:b/>
        </w:rPr>
        <w:fldChar w:fldCharType="begin"/>
      </w:r>
      <w:r w:rsidR="001C2AC9" w:rsidRPr="007A42F8">
        <w:rPr>
          <w:b/>
        </w:rPr>
        <w:instrText xml:space="preserve"> SEQ Quick_Review_Question \* ARABIC </w:instrText>
      </w:r>
      <w:r w:rsidR="001C2AC9" w:rsidRPr="007A42F8">
        <w:rPr>
          <w:b/>
        </w:rPr>
        <w:fldChar w:fldCharType="separate"/>
      </w:r>
      <w:r w:rsidR="000632C9" w:rsidRPr="007A42F8">
        <w:rPr>
          <w:b/>
          <w:noProof/>
        </w:rPr>
        <w:t>4</w:t>
      </w:r>
      <w:r w:rsidR="001C2AC9" w:rsidRPr="007A42F8">
        <w:rPr>
          <w:b/>
          <w:noProof/>
        </w:rPr>
        <w:fldChar w:fldCharType="end"/>
      </w:r>
      <w:r w:rsidR="007A42F8">
        <w:rPr>
          <w:b/>
          <w:noProof/>
        </w:rPr>
        <w:tab/>
      </w:r>
      <w:r w:rsidR="007A42F8">
        <w:t xml:space="preserve">Look up </w:t>
      </w:r>
      <w:r w:rsidR="007A42F8">
        <w:rPr>
          <w:b/>
          <w:i/>
        </w:rPr>
        <w:t>abs</w:t>
      </w:r>
      <w:r w:rsidR="007A42F8">
        <w:t xml:space="preserve">.  On the Interface level, after </w:t>
      </w:r>
      <w:r w:rsidR="007A42F8">
        <w:rPr>
          <w:i/>
        </w:rPr>
        <w:t>observer&gt;</w:t>
      </w:r>
      <w:r w:rsidR="007A42F8">
        <w:t xml:space="preserve"> at the bottom of the window, type a command to return the absolute value of -6.2.</w:t>
      </w:r>
    </w:p>
    <w:p w14:paraId="4E603A6A" w14:textId="5444F7A7" w:rsidR="0076411B" w:rsidRPr="00883BF3" w:rsidRDefault="0076411B" w:rsidP="007A42F8">
      <w:pPr>
        <w:pStyle w:val="t"/>
        <w:ind w:left="900"/>
        <w:rPr>
          <w:rFonts w:ascii="Courier" w:hAnsi="Courier"/>
          <w:sz w:val="20"/>
        </w:rPr>
      </w:pPr>
    </w:p>
    <w:sectPr w:rsidR="0076411B" w:rsidRPr="00883BF3" w:rsidSect="00222715">
      <w:headerReference w:type="default" r:id="rId8"/>
      <w:type w:val="continuous"/>
      <w:pgSz w:w="12240" w:h="15840"/>
      <w:pgMar w:top="1440" w:right="1800" w:bottom="1440" w:left="1800" w:header="72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5434C8" w14:textId="77777777" w:rsidR="00B21690" w:rsidRDefault="00B21690">
      <w:r>
        <w:separator/>
      </w:r>
    </w:p>
  </w:endnote>
  <w:endnote w:type="continuationSeparator" w:id="0">
    <w:p w14:paraId="4B8D84E9" w14:textId="77777777" w:rsidR="00B21690" w:rsidRDefault="00B216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York">
    <w:altName w:val="Times New Roman"/>
    <w:panose1 w:val="00000000000000000000"/>
    <w:charset w:val="4D"/>
    <w:family w:val="roman"/>
    <w:notTrueType/>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A90902" w14:textId="77777777" w:rsidR="00B21690" w:rsidRDefault="00B21690">
      <w:r>
        <w:separator/>
      </w:r>
    </w:p>
  </w:footnote>
  <w:footnote w:type="continuationSeparator" w:id="0">
    <w:p w14:paraId="073C184D" w14:textId="77777777" w:rsidR="00B21690" w:rsidRDefault="00B2169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E2D60D" w14:textId="5813DFFF" w:rsidR="00B21690" w:rsidRPr="00A91F2E" w:rsidRDefault="00B21690" w:rsidP="00527768">
    <w:pPr>
      <w:tabs>
        <w:tab w:val="left" w:pos="4320"/>
        <w:tab w:val="left" w:pos="8370"/>
      </w:tabs>
      <w:rPr>
        <w:rFonts w:ascii="Times" w:hAnsi="Times"/>
      </w:rPr>
    </w:pPr>
    <w:r>
      <w:rPr>
        <w:rFonts w:ascii="Times" w:hAnsi="Times"/>
      </w:rPr>
      <w:t>NetLogo Tutorial 2</w:t>
    </w:r>
    <w:r>
      <w:rPr>
        <w:rFonts w:ascii="Times" w:hAnsi="Times"/>
      </w:rPr>
      <w:tab/>
    </w:r>
    <w:r w:rsidRPr="00A91F2E">
      <w:rPr>
        <w:rFonts w:ascii="Times" w:hAnsi="Times"/>
      </w:rPr>
      <w:tab/>
    </w:r>
    <w:r w:rsidRPr="00A91F2E">
      <w:rPr>
        <w:rStyle w:val="PageNumber"/>
        <w:rFonts w:ascii="Times" w:hAnsi="Times"/>
      </w:rPr>
      <w:fldChar w:fldCharType="begin"/>
    </w:r>
    <w:r w:rsidRPr="00A91F2E">
      <w:rPr>
        <w:rStyle w:val="PageNumber"/>
        <w:rFonts w:ascii="Times" w:hAnsi="Times"/>
      </w:rPr>
      <w:instrText xml:space="preserve"> PAGE </w:instrText>
    </w:r>
    <w:r w:rsidRPr="00A91F2E">
      <w:rPr>
        <w:rStyle w:val="PageNumber"/>
        <w:rFonts w:ascii="Times" w:hAnsi="Times"/>
      </w:rPr>
      <w:fldChar w:fldCharType="separate"/>
    </w:r>
    <w:r w:rsidR="00A93988">
      <w:rPr>
        <w:rStyle w:val="PageNumber"/>
        <w:rFonts w:ascii="Times" w:hAnsi="Times"/>
        <w:noProof/>
      </w:rPr>
      <w:t>3</w:t>
    </w:r>
    <w:r w:rsidRPr="00A91F2E">
      <w:rPr>
        <w:rStyle w:val="PageNumber"/>
        <w:rFonts w:ascii="Times" w:hAnsi="Times"/>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EECD2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19D0C19E"/>
    <w:lvl w:ilvl="0">
      <w:start w:val="1"/>
      <w:numFmt w:val="decimal"/>
      <w:lvlText w:val="%1."/>
      <w:lvlJc w:val="left"/>
      <w:pPr>
        <w:tabs>
          <w:tab w:val="num" w:pos="1800"/>
        </w:tabs>
        <w:ind w:left="1800" w:hanging="360"/>
      </w:pPr>
    </w:lvl>
  </w:abstractNum>
  <w:abstractNum w:abstractNumId="2">
    <w:nsid w:val="FFFFFF7D"/>
    <w:multiLevelType w:val="singleLevel"/>
    <w:tmpl w:val="7862ABCA"/>
    <w:lvl w:ilvl="0">
      <w:start w:val="1"/>
      <w:numFmt w:val="decimal"/>
      <w:lvlText w:val="%1."/>
      <w:lvlJc w:val="left"/>
      <w:pPr>
        <w:tabs>
          <w:tab w:val="num" w:pos="1440"/>
        </w:tabs>
        <w:ind w:left="1440" w:hanging="360"/>
      </w:pPr>
    </w:lvl>
  </w:abstractNum>
  <w:abstractNum w:abstractNumId="3">
    <w:nsid w:val="FFFFFF7E"/>
    <w:multiLevelType w:val="singleLevel"/>
    <w:tmpl w:val="6338C470"/>
    <w:lvl w:ilvl="0">
      <w:start w:val="1"/>
      <w:numFmt w:val="decimal"/>
      <w:lvlText w:val="%1."/>
      <w:lvlJc w:val="left"/>
      <w:pPr>
        <w:tabs>
          <w:tab w:val="num" w:pos="1080"/>
        </w:tabs>
        <w:ind w:left="1080" w:hanging="360"/>
      </w:pPr>
    </w:lvl>
  </w:abstractNum>
  <w:abstractNum w:abstractNumId="4">
    <w:nsid w:val="FFFFFF7F"/>
    <w:multiLevelType w:val="singleLevel"/>
    <w:tmpl w:val="D616917A"/>
    <w:lvl w:ilvl="0">
      <w:start w:val="1"/>
      <w:numFmt w:val="decimal"/>
      <w:lvlText w:val="%1."/>
      <w:lvlJc w:val="left"/>
      <w:pPr>
        <w:tabs>
          <w:tab w:val="num" w:pos="720"/>
        </w:tabs>
        <w:ind w:left="720" w:hanging="360"/>
      </w:pPr>
    </w:lvl>
  </w:abstractNum>
  <w:abstractNum w:abstractNumId="5">
    <w:nsid w:val="FFFFFF80"/>
    <w:multiLevelType w:val="singleLevel"/>
    <w:tmpl w:val="503C76D8"/>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DA34902C"/>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E8C68AA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FCFE3FF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682F76E"/>
    <w:lvl w:ilvl="0">
      <w:start w:val="1"/>
      <w:numFmt w:val="decimal"/>
      <w:lvlText w:val="%1."/>
      <w:lvlJc w:val="left"/>
      <w:pPr>
        <w:tabs>
          <w:tab w:val="num" w:pos="360"/>
        </w:tabs>
        <w:ind w:left="360" w:hanging="360"/>
      </w:pPr>
    </w:lvl>
  </w:abstractNum>
  <w:abstractNum w:abstractNumId="10">
    <w:nsid w:val="FFFFFF89"/>
    <w:multiLevelType w:val="singleLevel"/>
    <w:tmpl w:val="D4B4A8BE"/>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2">
    <w:nsid w:val="00000002"/>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3">
    <w:nsid w:val="120F716D"/>
    <w:multiLevelType w:val="hybridMultilevel"/>
    <w:tmpl w:val="55C6F3AA"/>
    <w:lvl w:ilvl="0" w:tplc="04090019">
      <w:start w:val="1"/>
      <w:numFmt w:val="lowerLetter"/>
      <w:lvlText w:val="%1."/>
      <w:lvlJc w:val="left"/>
      <w:pPr>
        <w:ind w:left="907" w:hanging="360"/>
      </w:p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4">
    <w:nsid w:val="13875C79"/>
    <w:multiLevelType w:val="hybridMultilevel"/>
    <w:tmpl w:val="BD8E7EC6"/>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nsid w:val="17C502D9"/>
    <w:multiLevelType w:val="hybridMultilevel"/>
    <w:tmpl w:val="C7E2E2FC"/>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6">
    <w:nsid w:val="37D46BFC"/>
    <w:multiLevelType w:val="multilevel"/>
    <w:tmpl w:val="43FA29D4"/>
    <w:lvl w:ilvl="0">
      <w:start w:val="1"/>
      <w:numFmt w:val="lowerLetter"/>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7">
    <w:nsid w:val="4AE91E65"/>
    <w:multiLevelType w:val="hybridMultilevel"/>
    <w:tmpl w:val="5A0C111E"/>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nsid w:val="4B6E7433"/>
    <w:multiLevelType w:val="hybridMultilevel"/>
    <w:tmpl w:val="43FA29D4"/>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9">
    <w:nsid w:val="53D85B8D"/>
    <w:multiLevelType w:val="hybridMultilevel"/>
    <w:tmpl w:val="E96207FE"/>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nsid w:val="5A3E4B03"/>
    <w:multiLevelType w:val="hybridMultilevel"/>
    <w:tmpl w:val="DC425A42"/>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
    <w:nsid w:val="5DD45423"/>
    <w:multiLevelType w:val="hybridMultilevel"/>
    <w:tmpl w:val="0234F096"/>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2">
    <w:nsid w:val="5E634148"/>
    <w:multiLevelType w:val="hybridMultilevel"/>
    <w:tmpl w:val="31085014"/>
    <w:lvl w:ilvl="0" w:tplc="86FE1FCE">
      <w:start w:val="1"/>
      <w:numFmt w:val="lowerLetter"/>
      <w:lvlText w:val="%1."/>
      <w:lvlJc w:val="left"/>
      <w:pPr>
        <w:ind w:left="907" w:hanging="360"/>
      </w:pPr>
      <w:rPr>
        <w:rFonts w:hint="default"/>
      </w:rPr>
    </w:lvl>
    <w:lvl w:ilvl="1" w:tplc="04090019" w:tentative="1">
      <w:start w:val="1"/>
      <w:numFmt w:val="lowerLetter"/>
      <w:lvlText w:val="%2."/>
      <w:lvlJc w:val="left"/>
      <w:pPr>
        <w:ind w:left="1447" w:hanging="360"/>
      </w:pPr>
    </w:lvl>
    <w:lvl w:ilvl="2" w:tplc="0409001B" w:tentative="1">
      <w:start w:val="1"/>
      <w:numFmt w:val="lowerRoman"/>
      <w:lvlText w:val="%3."/>
      <w:lvlJc w:val="right"/>
      <w:pPr>
        <w:ind w:left="2167" w:hanging="180"/>
      </w:pPr>
    </w:lvl>
    <w:lvl w:ilvl="3" w:tplc="0409000F" w:tentative="1">
      <w:start w:val="1"/>
      <w:numFmt w:val="decimal"/>
      <w:lvlText w:val="%4."/>
      <w:lvlJc w:val="left"/>
      <w:pPr>
        <w:ind w:left="2887" w:hanging="360"/>
      </w:pPr>
    </w:lvl>
    <w:lvl w:ilvl="4" w:tplc="04090019" w:tentative="1">
      <w:start w:val="1"/>
      <w:numFmt w:val="lowerLetter"/>
      <w:lvlText w:val="%5."/>
      <w:lvlJc w:val="left"/>
      <w:pPr>
        <w:ind w:left="3607" w:hanging="360"/>
      </w:pPr>
    </w:lvl>
    <w:lvl w:ilvl="5" w:tplc="0409001B" w:tentative="1">
      <w:start w:val="1"/>
      <w:numFmt w:val="lowerRoman"/>
      <w:lvlText w:val="%6."/>
      <w:lvlJc w:val="right"/>
      <w:pPr>
        <w:ind w:left="4327" w:hanging="180"/>
      </w:pPr>
    </w:lvl>
    <w:lvl w:ilvl="6" w:tplc="0409000F" w:tentative="1">
      <w:start w:val="1"/>
      <w:numFmt w:val="decimal"/>
      <w:lvlText w:val="%7."/>
      <w:lvlJc w:val="left"/>
      <w:pPr>
        <w:ind w:left="5047" w:hanging="360"/>
      </w:pPr>
    </w:lvl>
    <w:lvl w:ilvl="7" w:tplc="04090019" w:tentative="1">
      <w:start w:val="1"/>
      <w:numFmt w:val="lowerLetter"/>
      <w:lvlText w:val="%8."/>
      <w:lvlJc w:val="left"/>
      <w:pPr>
        <w:ind w:left="5767" w:hanging="360"/>
      </w:pPr>
    </w:lvl>
    <w:lvl w:ilvl="8" w:tplc="0409001B" w:tentative="1">
      <w:start w:val="1"/>
      <w:numFmt w:val="lowerRoman"/>
      <w:lvlText w:val="%9."/>
      <w:lvlJc w:val="right"/>
      <w:pPr>
        <w:ind w:left="6487" w:hanging="180"/>
      </w:pPr>
    </w:lvl>
  </w:abstractNum>
  <w:abstractNum w:abstractNumId="23">
    <w:nsid w:val="6BB83D6C"/>
    <w:multiLevelType w:val="hybridMultilevel"/>
    <w:tmpl w:val="291216AE"/>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4">
    <w:nsid w:val="6E3659E3"/>
    <w:multiLevelType w:val="hybridMultilevel"/>
    <w:tmpl w:val="604CDAAA"/>
    <w:lvl w:ilvl="0" w:tplc="2F0296EA">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7A4164AC"/>
    <w:multiLevelType w:val="hybridMultilevel"/>
    <w:tmpl w:val="EC5C026E"/>
    <w:lvl w:ilvl="0" w:tplc="04090019">
      <w:start w:val="1"/>
      <w:numFmt w:val="lowerLetter"/>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11"/>
  </w:num>
  <w:num w:numId="2">
    <w:abstractNumId w:val="11"/>
  </w:num>
  <w:num w:numId="3">
    <w:abstractNumId w:val="12"/>
  </w:num>
  <w:num w:numId="4">
    <w:abstractNumId w:val="11"/>
  </w:num>
  <w:num w:numId="5">
    <w:abstractNumId w:val="12"/>
  </w:num>
  <w:num w:numId="6">
    <w:abstractNumId w:val="0"/>
  </w:num>
  <w:num w:numId="7">
    <w:abstractNumId w:val="10"/>
  </w:num>
  <w:num w:numId="8">
    <w:abstractNumId w:val="8"/>
  </w:num>
  <w:num w:numId="9">
    <w:abstractNumId w:val="7"/>
  </w:num>
  <w:num w:numId="10">
    <w:abstractNumId w:val="6"/>
  </w:num>
  <w:num w:numId="11">
    <w:abstractNumId w:val="5"/>
  </w:num>
  <w:num w:numId="12">
    <w:abstractNumId w:val="9"/>
  </w:num>
  <w:num w:numId="13">
    <w:abstractNumId w:val="4"/>
  </w:num>
  <w:num w:numId="14">
    <w:abstractNumId w:val="3"/>
  </w:num>
  <w:num w:numId="15">
    <w:abstractNumId w:val="2"/>
  </w:num>
  <w:num w:numId="16">
    <w:abstractNumId w:val="1"/>
  </w:num>
  <w:num w:numId="17">
    <w:abstractNumId w:val="24"/>
  </w:num>
  <w:num w:numId="18">
    <w:abstractNumId w:val="13"/>
  </w:num>
  <w:num w:numId="19">
    <w:abstractNumId w:val="15"/>
  </w:num>
  <w:num w:numId="20">
    <w:abstractNumId w:val="18"/>
  </w:num>
  <w:num w:numId="21">
    <w:abstractNumId w:val="16"/>
  </w:num>
  <w:num w:numId="22">
    <w:abstractNumId w:val="22"/>
  </w:num>
  <w:num w:numId="23">
    <w:abstractNumId w:val="20"/>
  </w:num>
  <w:num w:numId="24">
    <w:abstractNumId w:val="25"/>
  </w:num>
  <w:num w:numId="25">
    <w:abstractNumId w:val="21"/>
  </w:num>
  <w:num w:numId="26">
    <w:abstractNumId w:val="23"/>
  </w:num>
  <w:num w:numId="27">
    <w:abstractNumId w:val="19"/>
  </w:num>
  <w:num w:numId="28">
    <w:abstractNumId w:val="14"/>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val="bestFit" w:percent="205"/>
  <w:printFractionalCharacterWidth/>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692"/>
    <w:rsid w:val="00002EC4"/>
    <w:rsid w:val="000043BC"/>
    <w:rsid w:val="000141BB"/>
    <w:rsid w:val="00037CE9"/>
    <w:rsid w:val="000529AC"/>
    <w:rsid w:val="00053837"/>
    <w:rsid w:val="000632C9"/>
    <w:rsid w:val="000A02A1"/>
    <w:rsid w:val="000A2BD2"/>
    <w:rsid w:val="000B5A92"/>
    <w:rsid w:val="000D5D85"/>
    <w:rsid w:val="000D650E"/>
    <w:rsid w:val="001147EB"/>
    <w:rsid w:val="00122417"/>
    <w:rsid w:val="001370AF"/>
    <w:rsid w:val="001474A4"/>
    <w:rsid w:val="00153282"/>
    <w:rsid w:val="0017063D"/>
    <w:rsid w:val="00176B6F"/>
    <w:rsid w:val="00181895"/>
    <w:rsid w:val="00182C5F"/>
    <w:rsid w:val="00182C7E"/>
    <w:rsid w:val="001B0B1D"/>
    <w:rsid w:val="001B7A77"/>
    <w:rsid w:val="001C2AC9"/>
    <w:rsid w:val="001E3862"/>
    <w:rsid w:val="001E423D"/>
    <w:rsid w:val="001E4EDE"/>
    <w:rsid w:val="001F3EEC"/>
    <w:rsid w:val="001F5AC7"/>
    <w:rsid w:val="001F73AE"/>
    <w:rsid w:val="00222715"/>
    <w:rsid w:val="00226799"/>
    <w:rsid w:val="00236992"/>
    <w:rsid w:val="0024738F"/>
    <w:rsid w:val="00255BF8"/>
    <w:rsid w:val="002608BD"/>
    <w:rsid w:val="00273053"/>
    <w:rsid w:val="0027692B"/>
    <w:rsid w:val="00280498"/>
    <w:rsid w:val="00291889"/>
    <w:rsid w:val="00293EC4"/>
    <w:rsid w:val="002949E8"/>
    <w:rsid w:val="00295583"/>
    <w:rsid w:val="002A1A99"/>
    <w:rsid w:val="002D1A6C"/>
    <w:rsid w:val="002D7351"/>
    <w:rsid w:val="002E1AF6"/>
    <w:rsid w:val="002F7844"/>
    <w:rsid w:val="00304D98"/>
    <w:rsid w:val="0031582E"/>
    <w:rsid w:val="00335008"/>
    <w:rsid w:val="00341864"/>
    <w:rsid w:val="00360C6E"/>
    <w:rsid w:val="00367C31"/>
    <w:rsid w:val="00371882"/>
    <w:rsid w:val="00386EE5"/>
    <w:rsid w:val="00387FFE"/>
    <w:rsid w:val="003B08B9"/>
    <w:rsid w:val="003B1966"/>
    <w:rsid w:val="003B68C9"/>
    <w:rsid w:val="003C01C7"/>
    <w:rsid w:val="003D14AC"/>
    <w:rsid w:val="003E0A96"/>
    <w:rsid w:val="003E1987"/>
    <w:rsid w:val="003E621E"/>
    <w:rsid w:val="00402E5A"/>
    <w:rsid w:val="00404FFD"/>
    <w:rsid w:val="00430CDE"/>
    <w:rsid w:val="0043362A"/>
    <w:rsid w:val="0043758A"/>
    <w:rsid w:val="0044326E"/>
    <w:rsid w:val="00462553"/>
    <w:rsid w:val="004647C5"/>
    <w:rsid w:val="004657C2"/>
    <w:rsid w:val="00466840"/>
    <w:rsid w:val="00480080"/>
    <w:rsid w:val="0049313D"/>
    <w:rsid w:val="004931C0"/>
    <w:rsid w:val="004A6B97"/>
    <w:rsid w:val="004B4ECC"/>
    <w:rsid w:val="004C11E7"/>
    <w:rsid w:val="004D4477"/>
    <w:rsid w:val="004F2D65"/>
    <w:rsid w:val="00500A55"/>
    <w:rsid w:val="00513980"/>
    <w:rsid w:val="00515039"/>
    <w:rsid w:val="005150FA"/>
    <w:rsid w:val="005161A6"/>
    <w:rsid w:val="00527768"/>
    <w:rsid w:val="00555B50"/>
    <w:rsid w:val="00561ECF"/>
    <w:rsid w:val="00577DFF"/>
    <w:rsid w:val="005828E1"/>
    <w:rsid w:val="005875CD"/>
    <w:rsid w:val="005B11DB"/>
    <w:rsid w:val="005B5C8D"/>
    <w:rsid w:val="005D3DDB"/>
    <w:rsid w:val="005D570E"/>
    <w:rsid w:val="005E3869"/>
    <w:rsid w:val="0060044B"/>
    <w:rsid w:val="00604BC7"/>
    <w:rsid w:val="00607B93"/>
    <w:rsid w:val="00614E39"/>
    <w:rsid w:val="0061734F"/>
    <w:rsid w:val="006205B6"/>
    <w:rsid w:val="00626CFB"/>
    <w:rsid w:val="0063534E"/>
    <w:rsid w:val="0063762C"/>
    <w:rsid w:val="00645269"/>
    <w:rsid w:val="00653FAD"/>
    <w:rsid w:val="0067353C"/>
    <w:rsid w:val="00680B6E"/>
    <w:rsid w:val="00694CE7"/>
    <w:rsid w:val="006B1F99"/>
    <w:rsid w:val="006C18A5"/>
    <w:rsid w:val="006D3676"/>
    <w:rsid w:val="006D691A"/>
    <w:rsid w:val="006E305C"/>
    <w:rsid w:val="006F5598"/>
    <w:rsid w:val="00703555"/>
    <w:rsid w:val="00744035"/>
    <w:rsid w:val="007479DF"/>
    <w:rsid w:val="0076411B"/>
    <w:rsid w:val="007758BE"/>
    <w:rsid w:val="00792F22"/>
    <w:rsid w:val="00793538"/>
    <w:rsid w:val="007A3DAC"/>
    <w:rsid w:val="007A42F8"/>
    <w:rsid w:val="007A484F"/>
    <w:rsid w:val="007B30E3"/>
    <w:rsid w:val="007C72A6"/>
    <w:rsid w:val="007D23D2"/>
    <w:rsid w:val="007D53D7"/>
    <w:rsid w:val="007D71CE"/>
    <w:rsid w:val="007E4F66"/>
    <w:rsid w:val="008029DE"/>
    <w:rsid w:val="008037C4"/>
    <w:rsid w:val="00816913"/>
    <w:rsid w:val="00817284"/>
    <w:rsid w:val="008255AF"/>
    <w:rsid w:val="00862EDE"/>
    <w:rsid w:val="00867219"/>
    <w:rsid w:val="00883BF3"/>
    <w:rsid w:val="0089752D"/>
    <w:rsid w:val="008A2396"/>
    <w:rsid w:val="008B5318"/>
    <w:rsid w:val="008D63CD"/>
    <w:rsid w:val="00912006"/>
    <w:rsid w:val="00921C59"/>
    <w:rsid w:val="00925611"/>
    <w:rsid w:val="00993ACE"/>
    <w:rsid w:val="00994094"/>
    <w:rsid w:val="00995D68"/>
    <w:rsid w:val="009969E0"/>
    <w:rsid w:val="009975E1"/>
    <w:rsid w:val="009A670A"/>
    <w:rsid w:val="009B15E1"/>
    <w:rsid w:val="009C22B8"/>
    <w:rsid w:val="009C6DE9"/>
    <w:rsid w:val="009E7190"/>
    <w:rsid w:val="00A20E0F"/>
    <w:rsid w:val="00A5398B"/>
    <w:rsid w:val="00A647FF"/>
    <w:rsid w:val="00A655E4"/>
    <w:rsid w:val="00A71C25"/>
    <w:rsid w:val="00A93988"/>
    <w:rsid w:val="00A9671E"/>
    <w:rsid w:val="00AD0BD0"/>
    <w:rsid w:val="00AE5784"/>
    <w:rsid w:val="00AE7E77"/>
    <w:rsid w:val="00AF77BB"/>
    <w:rsid w:val="00B21690"/>
    <w:rsid w:val="00B23DDF"/>
    <w:rsid w:val="00B24841"/>
    <w:rsid w:val="00B26880"/>
    <w:rsid w:val="00B37B29"/>
    <w:rsid w:val="00B43088"/>
    <w:rsid w:val="00B74A8B"/>
    <w:rsid w:val="00B838EB"/>
    <w:rsid w:val="00BA53A9"/>
    <w:rsid w:val="00BC162D"/>
    <w:rsid w:val="00BC43A1"/>
    <w:rsid w:val="00BD02CA"/>
    <w:rsid w:val="00BE0656"/>
    <w:rsid w:val="00BF29DF"/>
    <w:rsid w:val="00C01A1F"/>
    <w:rsid w:val="00C10700"/>
    <w:rsid w:val="00C11F4E"/>
    <w:rsid w:val="00C2208E"/>
    <w:rsid w:val="00C224EB"/>
    <w:rsid w:val="00C34218"/>
    <w:rsid w:val="00C42C4B"/>
    <w:rsid w:val="00C434A7"/>
    <w:rsid w:val="00C53819"/>
    <w:rsid w:val="00C5458F"/>
    <w:rsid w:val="00C71626"/>
    <w:rsid w:val="00C84586"/>
    <w:rsid w:val="00C96AED"/>
    <w:rsid w:val="00CE5624"/>
    <w:rsid w:val="00CE6B0C"/>
    <w:rsid w:val="00CF2045"/>
    <w:rsid w:val="00CF6A42"/>
    <w:rsid w:val="00D03623"/>
    <w:rsid w:val="00D03903"/>
    <w:rsid w:val="00D1572A"/>
    <w:rsid w:val="00D25F93"/>
    <w:rsid w:val="00D31289"/>
    <w:rsid w:val="00D46802"/>
    <w:rsid w:val="00D91C54"/>
    <w:rsid w:val="00DB335F"/>
    <w:rsid w:val="00DC528B"/>
    <w:rsid w:val="00DD4703"/>
    <w:rsid w:val="00DE045D"/>
    <w:rsid w:val="00DF53E3"/>
    <w:rsid w:val="00E01BE0"/>
    <w:rsid w:val="00E24434"/>
    <w:rsid w:val="00E409B0"/>
    <w:rsid w:val="00E50A6E"/>
    <w:rsid w:val="00E55430"/>
    <w:rsid w:val="00E6445C"/>
    <w:rsid w:val="00E7511F"/>
    <w:rsid w:val="00E961DC"/>
    <w:rsid w:val="00EA064C"/>
    <w:rsid w:val="00EA7177"/>
    <w:rsid w:val="00EC4A4A"/>
    <w:rsid w:val="00EE74AC"/>
    <w:rsid w:val="00EF6E90"/>
    <w:rsid w:val="00F023B1"/>
    <w:rsid w:val="00F10025"/>
    <w:rsid w:val="00F145F9"/>
    <w:rsid w:val="00F16692"/>
    <w:rsid w:val="00F35D37"/>
    <w:rsid w:val="00F41181"/>
    <w:rsid w:val="00F4688C"/>
    <w:rsid w:val="00F471A0"/>
    <w:rsid w:val="00F5572E"/>
    <w:rsid w:val="00F624D0"/>
    <w:rsid w:val="00F65D81"/>
    <w:rsid w:val="00F66ED0"/>
    <w:rsid w:val="00F76B7C"/>
    <w:rsid w:val="00F8064C"/>
    <w:rsid w:val="00F866E6"/>
    <w:rsid w:val="00FB222F"/>
    <w:rsid w:val="00FC1143"/>
    <w:rsid w:val="00FC53A8"/>
    <w:rsid w:val="00FD04C4"/>
    <w:rsid w:val="00FD6EFC"/>
    <w:rsid w:val="00FE0A86"/>
    <w:rsid w:val="00FE0EC7"/>
    <w:rsid w:val="00FF3CFA"/>
    <w:rsid w:val="00FF74A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07FD52B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276">
    <w:lsdException w:name="Hyperlink" w:uiPriority="99"/>
  </w:latentStyles>
  <w:style w:type="paragraph" w:default="1" w:styleId="Normal">
    <w:name w:val="Normal"/>
    <w:qFormat/>
    <w:rPr>
      <w:sz w:val="24"/>
    </w:rPr>
  </w:style>
  <w:style w:type="paragraph" w:styleId="Heading1">
    <w:name w:val="heading 1"/>
    <w:basedOn w:val="Normal"/>
    <w:next w:val="Normal"/>
    <w:qFormat/>
    <w:pPr>
      <w:spacing w:before="240"/>
      <w:outlineLvl w:val="0"/>
    </w:pPr>
    <w:rPr>
      <w:rFonts w:ascii="Helvetica" w:hAnsi="Helvetica"/>
      <w:b/>
      <w:u w:val="single"/>
    </w:rPr>
  </w:style>
  <w:style w:type="paragraph" w:styleId="Heading2">
    <w:name w:val="heading 2"/>
    <w:basedOn w:val="b"/>
    <w:next w:val="t"/>
    <w:qFormat/>
    <w:pPr>
      <w:spacing w:line="480" w:lineRule="auto"/>
      <w:outlineLvl w:val="1"/>
    </w:pPr>
  </w:style>
  <w:style w:type="paragraph" w:styleId="Heading3">
    <w:name w:val="heading 3"/>
    <w:basedOn w:val="Normal"/>
    <w:next w:val="Normal"/>
    <w:qFormat/>
    <w:pPr>
      <w:ind w:left="360"/>
      <w:outlineLvl w:val="2"/>
    </w:pPr>
    <w:rPr>
      <w:b/>
    </w:rPr>
  </w:style>
  <w:style w:type="paragraph" w:styleId="Heading4">
    <w:name w:val="heading 4"/>
    <w:basedOn w:val="Caption"/>
    <w:next w:val="Normal"/>
    <w:qFormat/>
    <w:pPr>
      <w:tabs>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s>
      <w:outlineLvl w:val="3"/>
    </w:pPr>
    <w:rPr>
      <w:u w:val="single"/>
    </w:rPr>
  </w:style>
  <w:style w:type="paragraph" w:styleId="Heading5">
    <w:name w:val="heading 5"/>
    <w:basedOn w:val="Normal"/>
    <w:next w:val="Normal"/>
    <w:qFormat/>
    <w:pPr>
      <w:ind w:left="720"/>
      <w:outlineLvl w:val="4"/>
    </w:pPr>
    <w:rPr>
      <w:b/>
      <w:sz w:val="20"/>
    </w:rPr>
  </w:style>
  <w:style w:type="paragraph" w:styleId="Heading6">
    <w:name w:val="heading 6"/>
    <w:basedOn w:val="Normal"/>
    <w:next w:val="Normal"/>
    <w:qFormat/>
    <w:pPr>
      <w:ind w:left="720"/>
      <w:outlineLvl w:val="5"/>
    </w:pPr>
    <w:rPr>
      <w:sz w:val="20"/>
      <w:u w:val="single"/>
    </w:rPr>
  </w:style>
  <w:style w:type="paragraph" w:styleId="Heading7">
    <w:name w:val="heading 7"/>
    <w:basedOn w:val="Normal"/>
    <w:next w:val="Normal"/>
    <w:qFormat/>
    <w:pPr>
      <w:ind w:left="720"/>
      <w:outlineLvl w:val="6"/>
    </w:pPr>
    <w:rPr>
      <w:i/>
      <w:sz w:val="20"/>
    </w:rPr>
  </w:style>
  <w:style w:type="paragraph" w:styleId="Heading8">
    <w:name w:val="heading 8"/>
    <w:basedOn w:val="Normal"/>
    <w:next w:val="Normal"/>
    <w:qFormat/>
    <w:pPr>
      <w:ind w:left="720"/>
      <w:outlineLvl w:val="7"/>
    </w:pPr>
    <w:rPr>
      <w:i/>
      <w:sz w:val="20"/>
    </w:rPr>
  </w:style>
  <w:style w:type="paragraph" w:styleId="Heading9">
    <w:name w:val="heading 9"/>
    <w:basedOn w:val="Normal"/>
    <w:next w:val="Normal"/>
    <w:qFormat/>
    <w:pPr>
      <w:ind w:left="720"/>
      <w:outlineLvl w:val="8"/>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
    <w:name w:val="b"/>
    <w:basedOn w:val="t"/>
    <w:rsid w:val="00DE5C10"/>
    <w:pPr>
      <w:spacing w:before="380" w:after="120"/>
      <w:jc w:val="center"/>
    </w:pPr>
    <w:rPr>
      <w:b/>
    </w:rPr>
  </w:style>
  <w:style w:type="paragraph" w:customStyle="1" w:styleId="t">
    <w:name w:val="t"/>
    <w:aliases w:val="text,body,times"/>
    <w:basedOn w:val="Normal"/>
    <w:rsid w:val="00216182"/>
    <w:pPr>
      <w:tabs>
        <w:tab w:val="left" w:pos="540"/>
        <w:tab w:val="left" w:pos="1080"/>
        <w:tab w:val="left" w:pos="1620"/>
        <w:tab w:val="left" w:pos="2160"/>
        <w:tab w:val="left" w:pos="2700"/>
        <w:tab w:val="left" w:pos="3240"/>
        <w:tab w:val="left" w:pos="3780"/>
        <w:tab w:val="left" w:pos="4320"/>
      </w:tabs>
    </w:pPr>
    <w:rPr>
      <w:rFonts w:ascii="Times" w:hAnsi="Times"/>
    </w:rPr>
  </w:style>
  <w:style w:type="paragraph" w:styleId="Caption">
    <w:name w:val="caption"/>
    <w:aliases w:val="a"/>
    <w:basedOn w:val="e"/>
    <w:next w:val="p"/>
    <w:qFormat/>
    <w:rsid w:val="00561BBA"/>
    <w:pPr>
      <w:spacing w:before="360"/>
      <w:ind w:left="547" w:hanging="547"/>
    </w:pPr>
  </w:style>
  <w:style w:type="paragraph" w:customStyle="1" w:styleId="e">
    <w:name w:val="e"/>
    <w:aliases w:val="exercises,body exercises,body figure,body problem"/>
    <w:basedOn w:val="t"/>
    <w:pPr>
      <w:tabs>
        <w:tab w:val="clear" w:pos="540"/>
        <w:tab w:val="left" w:pos="4860"/>
        <w:tab w:val="left" w:pos="5400"/>
        <w:tab w:val="left" w:pos="5940"/>
        <w:tab w:val="left" w:pos="6480"/>
        <w:tab w:val="left" w:pos="7020"/>
        <w:tab w:val="left" w:pos="7560"/>
        <w:tab w:val="left" w:pos="8100"/>
      </w:tabs>
      <w:ind w:left="540" w:hanging="540"/>
    </w:pPr>
  </w:style>
  <w:style w:type="paragraph" w:customStyle="1" w:styleId="p">
    <w:name w:val="p"/>
    <w:aliases w:val="part exercises"/>
    <w:basedOn w:val="e"/>
    <w:pPr>
      <w:tabs>
        <w:tab w:val="clear" w:pos="1080"/>
      </w:tabs>
      <w:ind w:left="1080"/>
    </w:pPr>
  </w:style>
  <w:style w:type="paragraph" w:styleId="Footer">
    <w:name w:val="footer"/>
    <w:basedOn w:val="Normal"/>
    <w:pPr>
      <w:tabs>
        <w:tab w:val="center" w:pos="4320"/>
        <w:tab w:val="right" w:pos="8640"/>
      </w:tabs>
    </w:pPr>
  </w:style>
  <w:style w:type="character" w:styleId="FootnoteReference">
    <w:name w:val="footnote reference"/>
    <w:basedOn w:val="DefaultParagraphFont"/>
    <w:rPr>
      <w:position w:val="6"/>
      <w:sz w:val="16"/>
    </w:rPr>
  </w:style>
  <w:style w:type="paragraph" w:styleId="FootnoteText">
    <w:name w:val="footnote text"/>
    <w:basedOn w:val="Normal"/>
    <w:rPr>
      <w:sz w:val="20"/>
    </w:rPr>
  </w:style>
  <w:style w:type="paragraph" w:customStyle="1" w:styleId="c">
    <w:name w:val="c"/>
    <w:aliases w:val="code,body computer,comp"/>
    <w:basedOn w:val="t"/>
    <w:pPr>
      <w:tabs>
        <w:tab w:val="clear" w:pos="540"/>
        <w:tab w:val="clear" w:pos="1080"/>
        <w:tab w:val="clear" w:pos="1620"/>
        <w:tab w:val="clear" w:pos="2160"/>
        <w:tab w:val="clear" w:pos="2700"/>
        <w:tab w:val="clear" w:pos="3240"/>
        <w:tab w:val="clear" w:pos="4320"/>
        <w:tab w:val="left" w:pos="1520"/>
        <w:tab w:val="left" w:pos="1980"/>
        <w:tab w:val="left" w:pos="2420"/>
        <w:tab w:val="left" w:pos="2880"/>
        <w:tab w:val="left" w:pos="3320"/>
        <w:tab w:val="left" w:pos="4220"/>
        <w:tab w:val="left" w:pos="4680"/>
        <w:tab w:val="left" w:pos="5120"/>
        <w:tab w:val="left" w:pos="5580"/>
        <w:tab w:val="left" w:pos="6020"/>
        <w:tab w:val="left" w:pos="6480"/>
        <w:tab w:val="left" w:pos="6920"/>
        <w:tab w:val="left" w:pos="7380"/>
        <w:tab w:val="left" w:pos="7820"/>
        <w:tab w:val="left" w:pos="8280"/>
        <w:tab w:val="left" w:pos="8720"/>
        <w:tab w:val="left" w:pos="9180"/>
      </w:tabs>
      <w:ind w:left="1080" w:right="-1080"/>
    </w:pPr>
    <w:rPr>
      <w:rFonts w:ascii="Courier" w:hAnsi="Courier"/>
      <w:sz w:val="20"/>
    </w:rPr>
  </w:style>
  <w:style w:type="paragraph" w:customStyle="1" w:styleId="l">
    <w:name w:val="l"/>
    <w:aliases w:val="long quote"/>
    <w:basedOn w:val="t"/>
    <w:pPr>
      <w:ind w:left="540" w:right="540"/>
    </w:pPr>
  </w:style>
  <w:style w:type="paragraph" w:customStyle="1" w:styleId="i">
    <w:name w:val="i"/>
    <w:aliases w:val="instructions"/>
    <w:basedOn w:val="t"/>
    <w:rPr>
      <w:i/>
    </w:rPr>
  </w:style>
  <w:style w:type="paragraph" w:customStyle="1" w:styleId="o">
    <w:name w:val="o"/>
    <w:aliases w:val="object equation"/>
    <w:basedOn w:val="e"/>
    <w:pPr>
      <w:tabs>
        <w:tab w:val="clear" w:pos="1080"/>
        <w:tab w:val="clear" w:pos="1620"/>
      </w:tabs>
      <w:ind w:left="1620"/>
    </w:pPr>
  </w:style>
  <w:style w:type="paragraph" w:customStyle="1" w:styleId="s">
    <w:name w:val="s"/>
    <w:aliases w:val="pseudocode"/>
    <w:basedOn w:val="t"/>
    <w:pPr>
      <w:shd w:val="pct5" w:color="auto" w:fill="auto"/>
      <w:tabs>
        <w:tab w:val="clear" w:pos="1080"/>
      </w:tabs>
      <w:ind w:left="1080" w:hanging="1080"/>
    </w:pPr>
  </w:style>
  <w:style w:type="paragraph" w:customStyle="1" w:styleId="d">
    <w:name w:val="d"/>
    <w:aliases w:val="exercised,coded,body exercises2"/>
    <w:basedOn w:val="e"/>
    <w:pPr>
      <w:tabs>
        <w:tab w:val="clear" w:pos="1080"/>
        <w:tab w:val="left" w:pos="540"/>
      </w:tabs>
      <w:ind w:left="1080" w:hanging="1080"/>
    </w:pPr>
  </w:style>
  <w:style w:type="paragraph" w:customStyle="1" w:styleId="u">
    <w:name w:val="u"/>
    <w:aliases w:val="pseudocode2"/>
    <w:basedOn w:val="s"/>
    <w:pPr>
      <w:tabs>
        <w:tab w:val="clear" w:pos="540"/>
        <w:tab w:val="left" w:pos="900"/>
      </w:tabs>
      <w:ind w:left="360" w:hanging="360"/>
    </w:pPr>
  </w:style>
  <w:style w:type="paragraph" w:customStyle="1" w:styleId="f">
    <w:name w:val="f"/>
    <w:aliases w:val="definition"/>
    <w:basedOn w:val="s"/>
    <w:pPr>
      <w:tabs>
        <w:tab w:val="clear" w:pos="540"/>
        <w:tab w:val="left" w:pos="1080"/>
      </w:tabs>
      <w:ind w:left="540" w:hanging="540"/>
    </w:pPr>
  </w:style>
  <w:style w:type="paragraph" w:customStyle="1" w:styleId="q">
    <w:name w:val="q"/>
    <w:basedOn w:val="p"/>
    <w:pPr>
      <w:ind w:left="1641" w:hanging="547"/>
    </w:pPr>
  </w:style>
  <w:style w:type="paragraph" w:customStyle="1" w:styleId="r">
    <w:name w:val="r"/>
    <w:basedOn w:val="q"/>
    <w:pPr>
      <w:ind w:left="2189"/>
    </w:pPr>
  </w:style>
  <w:style w:type="paragraph" w:styleId="Header">
    <w:name w:val="header"/>
    <w:basedOn w:val="Normal"/>
    <w:rsid w:val="00BF3771"/>
    <w:pPr>
      <w:tabs>
        <w:tab w:val="center" w:pos="4320"/>
        <w:tab w:val="right" w:pos="8640"/>
      </w:tabs>
    </w:pPr>
  </w:style>
  <w:style w:type="paragraph" w:customStyle="1" w:styleId="sNormal">
    <w:name w:val="sNormal"/>
    <w:basedOn w:val="t"/>
    <w:next w:val="t"/>
    <w:rsid w:val="00271A91"/>
    <w:pPr>
      <w:spacing w:line="480" w:lineRule="auto"/>
    </w:pPr>
    <w:rPr>
      <w:rFonts w:eastAsia="Times"/>
    </w:rPr>
  </w:style>
  <w:style w:type="paragraph" w:customStyle="1" w:styleId="sNormalIndent">
    <w:name w:val="sNormal Indent"/>
    <w:basedOn w:val="sNormal"/>
    <w:rsid w:val="00132EEB"/>
    <w:pPr>
      <w:ind w:firstLine="720"/>
    </w:pPr>
  </w:style>
  <w:style w:type="paragraph" w:customStyle="1" w:styleId="sBox10">
    <w:name w:val="sBox10"/>
    <w:basedOn w:val="Normal"/>
    <w:rsid w:val="00132EEB"/>
    <w:pPr>
      <w:pBdr>
        <w:top w:val="single" w:sz="4" w:space="1" w:color="auto"/>
        <w:left w:val="single" w:sz="4" w:space="4" w:color="auto"/>
        <w:bottom w:val="single" w:sz="4" w:space="1" w:color="auto"/>
        <w:right w:val="single" w:sz="4" w:space="4" w:color="auto"/>
      </w:pBdr>
      <w:shd w:val="clear" w:color="auto" w:fill="E6E6E6"/>
      <w:spacing w:line="480" w:lineRule="auto"/>
    </w:pPr>
    <w:rPr>
      <w:rFonts w:ascii="Times New Roman" w:eastAsia="Times" w:hAnsi="Times New Roman"/>
      <w:sz w:val="28"/>
    </w:rPr>
  </w:style>
  <w:style w:type="character" w:styleId="PageNumber">
    <w:name w:val="page number"/>
    <w:basedOn w:val="DefaultParagraphFont"/>
    <w:rsid w:val="00561BBA"/>
  </w:style>
  <w:style w:type="table" w:styleId="TableGrid">
    <w:name w:val="Table Grid"/>
    <w:basedOn w:val="TableNormal"/>
    <w:rsid w:val="00561B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ListExercise">
    <w:name w:val="sList Exercise"/>
    <w:basedOn w:val="sNormal"/>
    <w:rsid w:val="00271A91"/>
    <w:pPr>
      <w:ind w:left="720" w:hanging="720"/>
    </w:pPr>
  </w:style>
  <w:style w:type="paragraph" w:customStyle="1" w:styleId="sNotetoComp">
    <w:name w:val="sNotetoComp"/>
    <w:basedOn w:val="sNormal"/>
    <w:next w:val="sNormalIndent"/>
    <w:rsid w:val="00271A91"/>
    <w:pPr>
      <w:spacing w:before="240" w:after="240"/>
    </w:pPr>
    <w:rPr>
      <w:b/>
    </w:rPr>
  </w:style>
  <w:style w:type="paragraph" w:customStyle="1" w:styleId="sListExercise2">
    <w:name w:val="sListExercise 2"/>
    <w:basedOn w:val="p"/>
    <w:next w:val="p"/>
    <w:rsid w:val="00271A91"/>
    <w:pPr>
      <w:ind w:left="1440"/>
    </w:pPr>
  </w:style>
  <w:style w:type="paragraph" w:customStyle="1" w:styleId="sListExercise12">
    <w:name w:val="sList Exercise 12"/>
    <w:basedOn w:val="sListExercise"/>
    <w:next w:val="sListExercise2"/>
    <w:rsid w:val="00271A91"/>
    <w:pPr>
      <w:tabs>
        <w:tab w:val="left" w:pos="720"/>
      </w:tabs>
      <w:ind w:left="1440" w:hanging="1440"/>
    </w:pPr>
  </w:style>
  <w:style w:type="paragraph" w:customStyle="1" w:styleId="sBulletF">
    <w:name w:val="sBulletF"/>
    <w:basedOn w:val="sNormal"/>
    <w:next w:val="sBulletM"/>
    <w:rsid w:val="00271A91"/>
    <w:pPr>
      <w:numPr>
        <w:numId w:val="17"/>
      </w:numPr>
      <w:spacing w:before="120" w:after="60"/>
    </w:pPr>
  </w:style>
  <w:style w:type="paragraph" w:customStyle="1" w:styleId="sBulletM">
    <w:name w:val="sBulletM"/>
    <w:basedOn w:val="sBulletF"/>
    <w:rsid w:val="00271A91"/>
    <w:pPr>
      <w:numPr>
        <w:numId w:val="0"/>
      </w:numPr>
      <w:spacing w:before="0"/>
    </w:pPr>
  </w:style>
  <w:style w:type="paragraph" w:customStyle="1" w:styleId="sEquation">
    <w:name w:val="sEquation"/>
    <w:basedOn w:val="sNormal"/>
    <w:next w:val="sNormal"/>
    <w:rsid w:val="00271A91"/>
    <w:pPr>
      <w:tabs>
        <w:tab w:val="left" w:pos="720"/>
        <w:tab w:val="left" w:pos="1440"/>
        <w:tab w:val="right" w:pos="8640"/>
      </w:tabs>
    </w:pPr>
  </w:style>
  <w:style w:type="paragraph" w:customStyle="1" w:styleId="sHeading4">
    <w:name w:val="sHeading 4"/>
    <w:basedOn w:val="sNormal"/>
    <w:next w:val="sNormal"/>
    <w:autoRedefine/>
    <w:rsid w:val="00271A91"/>
    <w:pPr>
      <w:spacing w:before="120" w:after="60"/>
      <w:outlineLvl w:val="3"/>
    </w:pPr>
    <w:rPr>
      <w:b/>
      <w:smallCaps/>
      <w:sz w:val="32"/>
    </w:rPr>
  </w:style>
  <w:style w:type="paragraph" w:customStyle="1" w:styleId="sHeading3">
    <w:name w:val="sHeading 3"/>
    <w:basedOn w:val="sNormal"/>
    <w:next w:val="sNormal"/>
    <w:autoRedefine/>
    <w:rsid w:val="00271A91"/>
    <w:pPr>
      <w:tabs>
        <w:tab w:val="clear" w:pos="540"/>
        <w:tab w:val="clear" w:pos="1080"/>
        <w:tab w:val="clear" w:pos="1620"/>
        <w:tab w:val="clear" w:pos="2160"/>
        <w:tab w:val="clear" w:pos="2700"/>
        <w:tab w:val="clear" w:pos="3240"/>
        <w:tab w:val="clear" w:pos="3780"/>
        <w:tab w:val="clear" w:pos="4320"/>
      </w:tabs>
      <w:spacing w:before="120" w:after="60"/>
      <w:outlineLvl w:val="2"/>
    </w:pPr>
    <w:rPr>
      <w:rFonts w:ascii="Helvetica" w:hAnsi="Helvetica"/>
      <w:b/>
      <w:i/>
      <w:sz w:val="32"/>
    </w:rPr>
  </w:style>
  <w:style w:type="paragraph" w:styleId="MessageHeader">
    <w:name w:val="Message Header"/>
    <w:basedOn w:val="Normal"/>
    <w:rsid w:val="005A23E6"/>
    <w:pPr>
      <w:pBdr>
        <w:top w:val="single" w:sz="6" w:space="1" w:color="auto"/>
        <w:left w:val="single" w:sz="6" w:space="1" w:color="auto"/>
        <w:bottom w:val="single" w:sz="6" w:space="1" w:color="auto"/>
        <w:right w:val="single" w:sz="6" w:space="1" w:color="auto"/>
      </w:pBdr>
      <w:shd w:val="pct20" w:color="auto" w:fill="auto"/>
      <w:ind w:left="1080" w:hanging="1080"/>
    </w:pPr>
    <w:rPr>
      <w:rFonts w:ascii="Helvetica" w:eastAsia="Times" w:hAnsi="Helvetica"/>
    </w:rPr>
  </w:style>
  <w:style w:type="paragraph" w:customStyle="1" w:styleId="sBox0">
    <w:name w:val="sBox0"/>
    <w:basedOn w:val="sNormal"/>
    <w:rsid w:val="005A23E6"/>
    <w:pPr>
      <w:pBdr>
        <w:top w:val="single" w:sz="4" w:space="1" w:color="auto"/>
        <w:left w:val="single" w:sz="4" w:space="4" w:color="auto"/>
        <w:bottom w:val="single" w:sz="4" w:space="1" w:color="auto"/>
        <w:right w:val="single" w:sz="4" w:space="4" w:color="auto"/>
      </w:pBdr>
      <w:shd w:val="clear" w:color="auto" w:fill="FFFFFF"/>
      <w:tabs>
        <w:tab w:val="clear" w:pos="540"/>
        <w:tab w:val="clear" w:pos="1080"/>
        <w:tab w:val="clear" w:pos="1620"/>
        <w:tab w:val="clear" w:pos="2160"/>
        <w:tab w:val="clear" w:pos="2700"/>
        <w:tab w:val="clear" w:pos="3240"/>
        <w:tab w:val="clear" w:pos="3780"/>
        <w:tab w:val="clear" w:pos="4320"/>
      </w:tabs>
    </w:pPr>
    <w:rPr>
      <w:rFonts w:ascii="Times New Roman" w:hAnsi="Times New Roman"/>
      <w:sz w:val="28"/>
    </w:rPr>
  </w:style>
  <w:style w:type="paragraph" w:styleId="BalloonText">
    <w:name w:val="Balloon Text"/>
    <w:basedOn w:val="Normal"/>
    <w:semiHidden/>
    <w:rsid w:val="004E5694"/>
    <w:rPr>
      <w:rFonts w:ascii="Lucida Grande" w:hAnsi="Lucida Grande"/>
      <w:sz w:val="18"/>
      <w:szCs w:val="18"/>
    </w:rPr>
  </w:style>
  <w:style w:type="character" w:styleId="CommentReference">
    <w:name w:val="annotation reference"/>
    <w:basedOn w:val="DefaultParagraphFont"/>
    <w:semiHidden/>
    <w:rsid w:val="004E5694"/>
    <w:rPr>
      <w:sz w:val="18"/>
    </w:rPr>
  </w:style>
  <w:style w:type="paragraph" w:styleId="CommentText">
    <w:name w:val="annotation text"/>
    <w:basedOn w:val="Normal"/>
    <w:semiHidden/>
    <w:rsid w:val="004E5694"/>
    <w:rPr>
      <w:szCs w:val="24"/>
    </w:rPr>
  </w:style>
  <w:style w:type="paragraph" w:styleId="CommentSubject">
    <w:name w:val="annotation subject"/>
    <w:basedOn w:val="CommentText"/>
    <w:next w:val="CommentText"/>
    <w:semiHidden/>
    <w:rsid w:val="004E5694"/>
    <w:rPr>
      <w:szCs w:val="20"/>
    </w:rPr>
  </w:style>
  <w:style w:type="character" w:styleId="Hyperlink">
    <w:name w:val="Hyperlink"/>
    <w:basedOn w:val="DefaultParagraphFont"/>
    <w:uiPriority w:val="99"/>
    <w:rsid w:val="00E87A38"/>
    <w:rPr>
      <w:color w:val="0000FF"/>
      <w:u w:val="single"/>
    </w:rPr>
  </w:style>
  <w:style w:type="paragraph" w:customStyle="1" w:styleId="pt">
    <w:name w:val="pt"/>
    <w:basedOn w:val="Caption"/>
    <w:rsid w:val="001E423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276">
    <w:lsdException w:name="Hyperlink" w:uiPriority="99"/>
  </w:latentStyles>
  <w:style w:type="paragraph" w:default="1" w:styleId="Normal">
    <w:name w:val="Normal"/>
    <w:qFormat/>
    <w:rPr>
      <w:sz w:val="24"/>
    </w:rPr>
  </w:style>
  <w:style w:type="paragraph" w:styleId="Heading1">
    <w:name w:val="heading 1"/>
    <w:basedOn w:val="Normal"/>
    <w:next w:val="Normal"/>
    <w:qFormat/>
    <w:pPr>
      <w:spacing w:before="240"/>
      <w:outlineLvl w:val="0"/>
    </w:pPr>
    <w:rPr>
      <w:rFonts w:ascii="Helvetica" w:hAnsi="Helvetica"/>
      <w:b/>
      <w:u w:val="single"/>
    </w:rPr>
  </w:style>
  <w:style w:type="paragraph" w:styleId="Heading2">
    <w:name w:val="heading 2"/>
    <w:basedOn w:val="b"/>
    <w:next w:val="t"/>
    <w:qFormat/>
    <w:pPr>
      <w:spacing w:line="480" w:lineRule="auto"/>
      <w:outlineLvl w:val="1"/>
    </w:pPr>
  </w:style>
  <w:style w:type="paragraph" w:styleId="Heading3">
    <w:name w:val="heading 3"/>
    <w:basedOn w:val="Normal"/>
    <w:next w:val="Normal"/>
    <w:qFormat/>
    <w:pPr>
      <w:ind w:left="360"/>
      <w:outlineLvl w:val="2"/>
    </w:pPr>
    <w:rPr>
      <w:b/>
    </w:rPr>
  </w:style>
  <w:style w:type="paragraph" w:styleId="Heading4">
    <w:name w:val="heading 4"/>
    <w:basedOn w:val="Caption"/>
    <w:next w:val="Normal"/>
    <w:qFormat/>
    <w:pPr>
      <w:tabs>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s>
      <w:outlineLvl w:val="3"/>
    </w:pPr>
    <w:rPr>
      <w:u w:val="single"/>
    </w:rPr>
  </w:style>
  <w:style w:type="paragraph" w:styleId="Heading5">
    <w:name w:val="heading 5"/>
    <w:basedOn w:val="Normal"/>
    <w:next w:val="Normal"/>
    <w:qFormat/>
    <w:pPr>
      <w:ind w:left="720"/>
      <w:outlineLvl w:val="4"/>
    </w:pPr>
    <w:rPr>
      <w:b/>
      <w:sz w:val="20"/>
    </w:rPr>
  </w:style>
  <w:style w:type="paragraph" w:styleId="Heading6">
    <w:name w:val="heading 6"/>
    <w:basedOn w:val="Normal"/>
    <w:next w:val="Normal"/>
    <w:qFormat/>
    <w:pPr>
      <w:ind w:left="720"/>
      <w:outlineLvl w:val="5"/>
    </w:pPr>
    <w:rPr>
      <w:sz w:val="20"/>
      <w:u w:val="single"/>
    </w:rPr>
  </w:style>
  <w:style w:type="paragraph" w:styleId="Heading7">
    <w:name w:val="heading 7"/>
    <w:basedOn w:val="Normal"/>
    <w:next w:val="Normal"/>
    <w:qFormat/>
    <w:pPr>
      <w:ind w:left="720"/>
      <w:outlineLvl w:val="6"/>
    </w:pPr>
    <w:rPr>
      <w:i/>
      <w:sz w:val="20"/>
    </w:rPr>
  </w:style>
  <w:style w:type="paragraph" w:styleId="Heading8">
    <w:name w:val="heading 8"/>
    <w:basedOn w:val="Normal"/>
    <w:next w:val="Normal"/>
    <w:qFormat/>
    <w:pPr>
      <w:ind w:left="720"/>
      <w:outlineLvl w:val="7"/>
    </w:pPr>
    <w:rPr>
      <w:i/>
      <w:sz w:val="20"/>
    </w:rPr>
  </w:style>
  <w:style w:type="paragraph" w:styleId="Heading9">
    <w:name w:val="heading 9"/>
    <w:basedOn w:val="Normal"/>
    <w:next w:val="Normal"/>
    <w:qFormat/>
    <w:pPr>
      <w:ind w:left="720"/>
      <w:outlineLvl w:val="8"/>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
    <w:name w:val="b"/>
    <w:basedOn w:val="t"/>
    <w:rsid w:val="00DE5C10"/>
    <w:pPr>
      <w:spacing w:before="380" w:after="120"/>
      <w:jc w:val="center"/>
    </w:pPr>
    <w:rPr>
      <w:b/>
    </w:rPr>
  </w:style>
  <w:style w:type="paragraph" w:customStyle="1" w:styleId="t">
    <w:name w:val="t"/>
    <w:aliases w:val="text,body,times"/>
    <w:basedOn w:val="Normal"/>
    <w:rsid w:val="00216182"/>
    <w:pPr>
      <w:tabs>
        <w:tab w:val="left" w:pos="540"/>
        <w:tab w:val="left" w:pos="1080"/>
        <w:tab w:val="left" w:pos="1620"/>
        <w:tab w:val="left" w:pos="2160"/>
        <w:tab w:val="left" w:pos="2700"/>
        <w:tab w:val="left" w:pos="3240"/>
        <w:tab w:val="left" w:pos="3780"/>
        <w:tab w:val="left" w:pos="4320"/>
      </w:tabs>
    </w:pPr>
    <w:rPr>
      <w:rFonts w:ascii="Times" w:hAnsi="Times"/>
    </w:rPr>
  </w:style>
  <w:style w:type="paragraph" w:styleId="Caption">
    <w:name w:val="caption"/>
    <w:aliases w:val="a"/>
    <w:basedOn w:val="e"/>
    <w:next w:val="p"/>
    <w:qFormat/>
    <w:rsid w:val="00561BBA"/>
    <w:pPr>
      <w:spacing w:before="360"/>
      <w:ind w:left="547" w:hanging="547"/>
    </w:pPr>
  </w:style>
  <w:style w:type="paragraph" w:customStyle="1" w:styleId="e">
    <w:name w:val="e"/>
    <w:aliases w:val="exercises,body exercises,body figure,body problem"/>
    <w:basedOn w:val="t"/>
    <w:pPr>
      <w:tabs>
        <w:tab w:val="clear" w:pos="540"/>
        <w:tab w:val="left" w:pos="4860"/>
        <w:tab w:val="left" w:pos="5400"/>
        <w:tab w:val="left" w:pos="5940"/>
        <w:tab w:val="left" w:pos="6480"/>
        <w:tab w:val="left" w:pos="7020"/>
        <w:tab w:val="left" w:pos="7560"/>
        <w:tab w:val="left" w:pos="8100"/>
      </w:tabs>
      <w:ind w:left="540" w:hanging="540"/>
    </w:pPr>
  </w:style>
  <w:style w:type="paragraph" w:customStyle="1" w:styleId="p">
    <w:name w:val="p"/>
    <w:aliases w:val="part exercises"/>
    <w:basedOn w:val="e"/>
    <w:pPr>
      <w:tabs>
        <w:tab w:val="clear" w:pos="1080"/>
      </w:tabs>
      <w:ind w:left="1080"/>
    </w:pPr>
  </w:style>
  <w:style w:type="paragraph" w:styleId="Footer">
    <w:name w:val="footer"/>
    <w:basedOn w:val="Normal"/>
    <w:pPr>
      <w:tabs>
        <w:tab w:val="center" w:pos="4320"/>
        <w:tab w:val="right" w:pos="8640"/>
      </w:tabs>
    </w:pPr>
  </w:style>
  <w:style w:type="character" w:styleId="FootnoteReference">
    <w:name w:val="footnote reference"/>
    <w:basedOn w:val="DefaultParagraphFont"/>
    <w:rPr>
      <w:position w:val="6"/>
      <w:sz w:val="16"/>
    </w:rPr>
  </w:style>
  <w:style w:type="paragraph" w:styleId="FootnoteText">
    <w:name w:val="footnote text"/>
    <w:basedOn w:val="Normal"/>
    <w:rPr>
      <w:sz w:val="20"/>
    </w:rPr>
  </w:style>
  <w:style w:type="paragraph" w:customStyle="1" w:styleId="c">
    <w:name w:val="c"/>
    <w:aliases w:val="code,body computer,comp"/>
    <w:basedOn w:val="t"/>
    <w:pPr>
      <w:tabs>
        <w:tab w:val="clear" w:pos="540"/>
        <w:tab w:val="clear" w:pos="1080"/>
        <w:tab w:val="clear" w:pos="1620"/>
        <w:tab w:val="clear" w:pos="2160"/>
        <w:tab w:val="clear" w:pos="2700"/>
        <w:tab w:val="clear" w:pos="3240"/>
        <w:tab w:val="clear" w:pos="4320"/>
        <w:tab w:val="left" w:pos="1520"/>
        <w:tab w:val="left" w:pos="1980"/>
        <w:tab w:val="left" w:pos="2420"/>
        <w:tab w:val="left" w:pos="2880"/>
        <w:tab w:val="left" w:pos="3320"/>
        <w:tab w:val="left" w:pos="4220"/>
        <w:tab w:val="left" w:pos="4680"/>
        <w:tab w:val="left" w:pos="5120"/>
        <w:tab w:val="left" w:pos="5580"/>
        <w:tab w:val="left" w:pos="6020"/>
        <w:tab w:val="left" w:pos="6480"/>
        <w:tab w:val="left" w:pos="6920"/>
        <w:tab w:val="left" w:pos="7380"/>
        <w:tab w:val="left" w:pos="7820"/>
        <w:tab w:val="left" w:pos="8280"/>
        <w:tab w:val="left" w:pos="8720"/>
        <w:tab w:val="left" w:pos="9180"/>
      </w:tabs>
      <w:ind w:left="1080" w:right="-1080"/>
    </w:pPr>
    <w:rPr>
      <w:rFonts w:ascii="Courier" w:hAnsi="Courier"/>
      <w:sz w:val="20"/>
    </w:rPr>
  </w:style>
  <w:style w:type="paragraph" w:customStyle="1" w:styleId="l">
    <w:name w:val="l"/>
    <w:aliases w:val="long quote"/>
    <w:basedOn w:val="t"/>
    <w:pPr>
      <w:ind w:left="540" w:right="540"/>
    </w:pPr>
  </w:style>
  <w:style w:type="paragraph" w:customStyle="1" w:styleId="i">
    <w:name w:val="i"/>
    <w:aliases w:val="instructions"/>
    <w:basedOn w:val="t"/>
    <w:rPr>
      <w:i/>
    </w:rPr>
  </w:style>
  <w:style w:type="paragraph" w:customStyle="1" w:styleId="o">
    <w:name w:val="o"/>
    <w:aliases w:val="object equation"/>
    <w:basedOn w:val="e"/>
    <w:pPr>
      <w:tabs>
        <w:tab w:val="clear" w:pos="1080"/>
        <w:tab w:val="clear" w:pos="1620"/>
      </w:tabs>
      <w:ind w:left="1620"/>
    </w:pPr>
  </w:style>
  <w:style w:type="paragraph" w:customStyle="1" w:styleId="s">
    <w:name w:val="s"/>
    <w:aliases w:val="pseudocode"/>
    <w:basedOn w:val="t"/>
    <w:pPr>
      <w:shd w:val="pct5" w:color="auto" w:fill="auto"/>
      <w:tabs>
        <w:tab w:val="clear" w:pos="1080"/>
      </w:tabs>
      <w:ind w:left="1080" w:hanging="1080"/>
    </w:pPr>
  </w:style>
  <w:style w:type="paragraph" w:customStyle="1" w:styleId="d">
    <w:name w:val="d"/>
    <w:aliases w:val="exercised,coded,body exercises2"/>
    <w:basedOn w:val="e"/>
    <w:pPr>
      <w:tabs>
        <w:tab w:val="clear" w:pos="1080"/>
        <w:tab w:val="left" w:pos="540"/>
      </w:tabs>
      <w:ind w:left="1080" w:hanging="1080"/>
    </w:pPr>
  </w:style>
  <w:style w:type="paragraph" w:customStyle="1" w:styleId="u">
    <w:name w:val="u"/>
    <w:aliases w:val="pseudocode2"/>
    <w:basedOn w:val="s"/>
    <w:pPr>
      <w:tabs>
        <w:tab w:val="clear" w:pos="540"/>
        <w:tab w:val="left" w:pos="900"/>
      </w:tabs>
      <w:ind w:left="360" w:hanging="360"/>
    </w:pPr>
  </w:style>
  <w:style w:type="paragraph" w:customStyle="1" w:styleId="f">
    <w:name w:val="f"/>
    <w:aliases w:val="definition"/>
    <w:basedOn w:val="s"/>
    <w:pPr>
      <w:tabs>
        <w:tab w:val="clear" w:pos="540"/>
        <w:tab w:val="left" w:pos="1080"/>
      </w:tabs>
      <w:ind w:left="540" w:hanging="540"/>
    </w:pPr>
  </w:style>
  <w:style w:type="paragraph" w:customStyle="1" w:styleId="q">
    <w:name w:val="q"/>
    <w:basedOn w:val="p"/>
    <w:pPr>
      <w:ind w:left="1641" w:hanging="547"/>
    </w:pPr>
  </w:style>
  <w:style w:type="paragraph" w:customStyle="1" w:styleId="r">
    <w:name w:val="r"/>
    <w:basedOn w:val="q"/>
    <w:pPr>
      <w:ind w:left="2189"/>
    </w:pPr>
  </w:style>
  <w:style w:type="paragraph" w:styleId="Header">
    <w:name w:val="header"/>
    <w:basedOn w:val="Normal"/>
    <w:rsid w:val="00BF3771"/>
    <w:pPr>
      <w:tabs>
        <w:tab w:val="center" w:pos="4320"/>
        <w:tab w:val="right" w:pos="8640"/>
      </w:tabs>
    </w:pPr>
  </w:style>
  <w:style w:type="paragraph" w:customStyle="1" w:styleId="sNormal">
    <w:name w:val="sNormal"/>
    <w:basedOn w:val="t"/>
    <w:next w:val="t"/>
    <w:rsid w:val="00271A91"/>
    <w:pPr>
      <w:spacing w:line="480" w:lineRule="auto"/>
    </w:pPr>
    <w:rPr>
      <w:rFonts w:eastAsia="Times"/>
    </w:rPr>
  </w:style>
  <w:style w:type="paragraph" w:customStyle="1" w:styleId="sNormalIndent">
    <w:name w:val="sNormal Indent"/>
    <w:basedOn w:val="sNormal"/>
    <w:rsid w:val="00132EEB"/>
    <w:pPr>
      <w:ind w:firstLine="720"/>
    </w:pPr>
  </w:style>
  <w:style w:type="paragraph" w:customStyle="1" w:styleId="sBox10">
    <w:name w:val="sBox10"/>
    <w:basedOn w:val="Normal"/>
    <w:rsid w:val="00132EEB"/>
    <w:pPr>
      <w:pBdr>
        <w:top w:val="single" w:sz="4" w:space="1" w:color="auto"/>
        <w:left w:val="single" w:sz="4" w:space="4" w:color="auto"/>
        <w:bottom w:val="single" w:sz="4" w:space="1" w:color="auto"/>
        <w:right w:val="single" w:sz="4" w:space="4" w:color="auto"/>
      </w:pBdr>
      <w:shd w:val="clear" w:color="auto" w:fill="E6E6E6"/>
      <w:spacing w:line="480" w:lineRule="auto"/>
    </w:pPr>
    <w:rPr>
      <w:rFonts w:ascii="Times New Roman" w:eastAsia="Times" w:hAnsi="Times New Roman"/>
      <w:sz w:val="28"/>
    </w:rPr>
  </w:style>
  <w:style w:type="character" w:styleId="PageNumber">
    <w:name w:val="page number"/>
    <w:basedOn w:val="DefaultParagraphFont"/>
    <w:rsid w:val="00561BBA"/>
  </w:style>
  <w:style w:type="table" w:styleId="TableGrid">
    <w:name w:val="Table Grid"/>
    <w:basedOn w:val="TableNormal"/>
    <w:rsid w:val="00561B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ListExercise">
    <w:name w:val="sList Exercise"/>
    <w:basedOn w:val="sNormal"/>
    <w:rsid w:val="00271A91"/>
    <w:pPr>
      <w:ind w:left="720" w:hanging="720"/>
    </w:pPr>
  </w:style>
  <w:style w:type="paragraph" w:customStyle="1" w:styleId="sNotetoComp">
    <w:name w:val="sNotetoComp"/>
    <w:basedOn w:val="sNormal"/>
    <w:next w:val="sNormalIndent"/>
    <w:rsid w:val="00271A91"/>
    <w:pPr>
      <w:spacing w:before="240" w:after="240"/>
    </w:pPr>
    <w:rPr>
      <w:b/>
    </w:rPr>
  </w:style>
  <w:style w:type="paragraph" w:customStyle="1" w:styleId="sListExercise2">
    <w:name w:val="sListExercise 2"/>
    <w:basedOn w:val="p"/>
    <w:next w:val="p"/>
    <w:rsid w:val="00271A91"/>
    <w:pPr>
      <w:ind w:left="1440"/>
    </w:pPr>
  </w:style>
  <w:style w:type="paragraph" w:customStyle="1" w:styleId="sListExercise12">
    <w:name w:val="sList Exercise 12"/>
    <w:basedOn w:val="sListExercise"/>
    <w:next w:val="sListExercise2"/>
    <w:rsid w:val="00271A91"/>
    <w:pPr>
      <w:tabs>
        <w:tab w:val="left" w:pos="720"/>
      </w:tabs>
      <w:ind w:left="1440" w:hanging="1440"/>
    </w:pPr>
  </w:style>
  <w:style w:type="paragraph" w:customStyle="1" w:styleId="sBulletF">
    <w:name w:val="sBulletF"/>
    <w:basedOn w:val="sNormal"/>
    <w:next w:val="sBulletM"/>
    <w:rsid w:val="00271A91"/>
    <w:pPr>
      <w:numPr>
        <w:numId w:val="17"/>
      </w:numPr>
      <w:spacing w:before="120" w:after="60"/>
    </w:pPr>
  </w:style>
  <w:style w:type="paragraph" w:customStyle="1" w:styleId="sBulletM">
    <w:name w:val="sBulletM"/>
    <w:basedOn w:val="sBulletF"/>
    <w:rsid w:val="00271A91"/>
    <w:pPr>
      <w:numPr>
        <w:numId w:val="0"/>
      </w:numPr>
      <w:spacing w:before="0"/>
    </w:pPr>
  </w:style>
  <w:style w:type="paragraph" w:customStyle="1" w:styleId="sEquation">
    <w:name w:val="sEquation"/>
    <w:basedOn w:val="sNormal"/>
    <w:next w:val="sNormal"/>
    <w:rsid w:val="00271A91"/>
    <w:pPr>
      <w:tabs>
        <w:tab w:val="left" w:pos="720"/>
        <w:tab w:val="left" w:pos="1440"/>
        <w:tab w:val="right" w:pos="8640"/>
      </w:tabs>
    </w:pPr>
  </w:style>
  <w:style w:type="paragraph" w:customStyle="1" w:styleId="sHeading4">
    <w:name w:val="sHeading 4"/>
    <w:basedOn w:val="sNormal"/>
    <w:next w:val="sNormal"/>
    <w:autoRedefine/>
    <w:rsid w:val="00271A91"/>
    <w:pPr>
      <w:spacing w:before="120" w:after="60"/>
      <w:outlineLvl w:val="3"/>
    </w:pPr>
    <w:rPr>
      <w:b/>
      <w:smallCaps/>
      <w:sz w:val="32"/>
    </w:rPr>
  </w:style>
  <w:style w:type="paragraph" w:customStyle="1" w:styleId="sHeading3">
    <w:name w:val="sHeading 3"/>
    <w:basedOn w:val="sNormal"/>
    <w:next w:val="sNormal"/>
    <w:autoRedefine/>
    <w:rsid w:val="00271A91"/>
    <w:pPr>
      <w:tabs>
        <w:tab w:val="clear" w:pos="540"/>
        <w:tab w:val="clear" w:pos="1080"/>
        <w:tab w:val="clear" w:pos="1620"/>
        <w:tab w:val="clear" w:pos="2160"/>
        <w:tab w:val="clear" w:pos="2700"/>
        <w:tab w:val="clear" w:pos="3240"/>
        <w:tab w:val="clear" w:pos="3780"/>
        <w:tab w:val="clear" w:pos="4320"/>
      </w:tabs>
      <w:spacing w:before="120" w:after="60"/>
      <w:outlineLvl w:val="2"/>
    </w:pPr>
    <w:rPr>
      <w:rFonts w:ascii="Helvetica" w:hAnsi="Helvetica"/>
      <w:b/>
      <w:i/>
      <w:sz w:val="32"/>
    </w:rPr>
  </w:style>
  <w:style w:type="paragraph" w:styleId="MessageHeader">
    <w:name w:val="Message Header"/>
    <w:basedOn w:val="Normal"/>
    <w:rsid w:val="005A23E6"/>
    <w:pPr>
      <w:pBdr>
        <w:top w:val="single" w:sz="6" w:space="1" w:color="auto"/>
        <w:left w:val="single" w:sz="6" w:space="1" w:color="auto"/>
        <w:bottom w:val="single" w:sz="6" w:space="1" w:color="auto"/>
        <w:right w:val="single" w:sz="6" w:space="1" w:color="auto"/>
      </w:pBdr>
      <w:shd w:val="pct20" w:color="auto" w:fill="auto"/>
      <w:ind w:left="1080" w:hanging="1080"/>
    </w:pPr>
    <w:rPr>
      <w:rFonts w:ascii="Helvetica" w:eastAsia="Times" w:hAnsi="Helvetica"/>
    </w:rPr>
  </w:style>
  <w:style w:type="paragraph" w:customStyle="1" w:styleId="sBox0">
    <w:name w:val="sBox0"/>
    <w:basedOn w:val="sNormal"/>
    <w:rsid w:val="005A23E6"/>
    <w:pPr>
      <w:pBdr>
        <w:top w:val="single" w:sz="4" w:space="1" w:color="auto"/>
        <w:left w:val="single" w:sz="4" w:space="4" w:color="auto"/>
        <w:bottom w:val="single" w:sz="4" w:space="1" w:color="auto"/>
        <w:right w:val="single" w:sz="4" w:space="4" w:color="auto"/>
      </w:pBdr>
      <w:shd w:val="clear" w:color="auto" w:fill="FFFFFF"/>
      <w:tabs>
        <w:tab w:val="clear" w:pos="540"/>
        <w:tab w:val="clear" w:pos="1080"/>
        <w:tab w:val="clear" w:pos="1620"/>
        <w:tab w:val="clear" w:pos="2160"/>
        <w:tab w:val="clear" w:pos="2700"/>
        <w:tab w:val="clear" w:pos="3240"/>
        <w:tab w:val="clear" w:pos="3780"/>
        <w:tab w:val="clear" w:pos="4320"/>
      </w:tabs>
    </w:pPr>
    <w:rPr>
      <w:rFonts w:ascii="Times New Roman" w:hAnsi="Times New Roman"/>
      <w:sz w:val="28"/>
    </w:rPr>
  </w:style>
  <w:style w:type="paragraph" w:styleId="BalloonText">
    <w:name w:val="Balloon Text"/>
    <w:basedOn w:val="Normal"/>
    <w:semiHidden/>
    <w:rsid w:val="004E5694"/>
    <w:rPr>
      <w:rFonts w:ascii="Lucida Grande" w:hAnsi="Lucida Grande"/>
      <w:sz w:val="18"/>
      <w:szCs w:val="18"/>
    </w:rPr>
  </w:style>
  <w:style w:type="character" w:styleId="CommentReference">
    <w:name w:val="annotation reference"/>
    <w:basedOn w:val="DefaultParagraphFont"/>
    <w:semiHidden/>
    <w:rsid w:val="004E5694"/>
    <w:rPr>
      <w:sz w:val="18"/>
    </w:rPr>
  </w:style>
  <w:style w:type="paragraph" w:styleId="CommentText">
    <w:name w:val="annotation text"/>
    <w:basedOn w:val="Normal"/>
    <w:semiHidden/>
    <w:rsid w:val="004E5694"/>
    <w:rPr>
      <w:szCs w:val="24"/>
    </w:rPr>
  </w:style>
  <w:style w:type="paragraph" w:styleId="CommentSubject">
    <w:name w:val="annotation subject"/>
    <w:basedOn w:val="CommentText"/>
    <w:next w:val="CommentText"/>
    <w:semiHidden/>
    <w:rsid w:val="004E5694"/>
    <w:rPr>
      <w:szCs w:val="20"/>
    </w:rPr>
  </w:style>
  <w:style w:type="character" w:styleId="Hyperlink">
    <w:name w:val="Hyperlink"/>
    <w:basedOn w:val="DefaultParagraphFont"/>
    <w:uiPriority w:val="99"/>
    <w:rsid w:val="00E87A38"/>
    <w:rPr>
      <w:color w:val="0000FF"/>
      <w:u w:val="single"/>
    </w:rPr>
  </w:style>
  <w:style w:type="paragraph" w:customStyle="1" w:styleId="pt">
    <w:name w:val="pt"/>
    <w:basedOn w:val="Caption"/>
    <w:rsid w:val="001E42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shifletab:Library:Application%20Support:Microsoft:Office:User%20Templates:My%20Templates:Times%2012%20Sing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Times 12 Single.dot</Template>
  <TotalTime>70</TotalTime>
  <Pages>3</Pages>
  <Words>772</Words>
  <Characters>4406</Characters>
  <Application>Microsoft Macintosh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Example 7</vt:lpstr>
    </vt:vector>
  </TitlesOfParts>
  <Company/>
  <LinksUpToDate>false</LinksUpToDate>
  <CharactersWithSpaces>5168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Example 7</dc:title>
  <dc:subject/>
  <dc:creator>User</dc:creator>
  <cp:keywords/>
  <cp:lastModifiedBy>User</cp:lastModifiedBy>
  <cp:revision>33</cp:revision>
  <cp:lastPrinted>2009-04-04T01:12:00Z</cp:lastPrinted>
  <dcterms:created xsi:type="dcterms:W3CDTF">2014-05-11T00:34:00Z</dcterms:created>
  <dcterms:modified xsi:type="dcterms:W3CDTF">2014-06-22T23:48:00Z</dcterms:modified>
</cp:coreProperties>
</file>