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2705D" w14:textId="77777777" w:rsidR="004569BD" w:rsidRDefault="004569BD" w:rsidP="004569BD">
      <w:pPr>
        <w:pStyle w:val="b"/>
      </w:pPr>
      <w:proofErr w:type="gramStart"/>
      <w:r>
        <w:t>11.</w:t>
      </w:r>
      <w:r w:rsidRPr="005559D6">
        <w:t>2  Agents</w:t>
      </w:r>
      <w:proofErr w:type="gramEnd"/>
      <w:r w:rsidRPr="005559D6">
        <w:t xml:space="preserve"> of Interaction: Steering a Dangerous Course</w:t>
      </w:r>
    </w:p>
    <w:p w14:paraId="79FD7C52" w14:textId="77777777" w:rsidR="004569BD" w:rsidRDefault="004569BD" w:rsidP="004569BD">
      <w:pPr>
        <w:pStyle w:val="Heading2"/>
      </w:pPr>
      <w:r>
        <w:rPr>
          <w:i/>
        </w:rPr>
        <w:t>AgentSheets</w:t>
      </w:r>
      <w:r>
        <w:t xml:space="preserve"> Quick Review Questions</w:t>
      </w:r>
    </w:p>
    <w:p w14:paraId="0C973C25" w14:textId="77777777" w:rsidR="004569BD" w:rsidRPr="0091713F" w:rsidRDefault="004569BD" w:rsidP="004569BD">
      <w:pPr>
        <w:pStyle w:val="t"/>
        <w:jc w:val="center"/>
        <w:rPr>
          <w:i/>
        </w:rPr>
      </w:pPr>
      <w:r w:rsidRPr="0091713F">
        <w:rPr>
          <w:i/>
        </w:rPr>
        <w:t>Introduction to Computational Science:  Modeling and Simulation for the Sciences</w:t>
      </w:r>
    </w:p>
    <w:p w14:paraId="20EB0FB7" w14:textId="77777777" w:rsidR="004569BD" w:rsidRDefault="004569BD" w:rsidP="004569BD">
      <w:pPr>
        <w:pStyle w:val="t"/>
        <w:jc w:val="center"/>
      </w:pPr>
      <w:r>
        <w:t>Angela B. Shiflet and George W. Shiflet</w:t>
      </w:r>
    </w:p>
    <w:p w14:paraId="74C6A2C3" w14:textId="77777777" w:rsidR="004569BD" w:rsidRDefault="004569BD" w:rsidP="004569BD">
      <w:pPr>
        <w:pStyle w:val="t"/>
        <w:jc w:val="center"/>
      </w:pPr>
      <w:r>
        <w:t>Wofford College</w:t>
      </w:r>
    </w:p>
    <w:p w14:paraId="035F1764" w14:textId="77777777" w:rsidR="004569BD" w:rsidRDefault="004569BD" w:rsidP="004569BD">
      <w:pPr>
        <w:pStyle w:val="t"/>
        <w:jc w:val="center"/>
      </w:pPr>
      <w:r>
        <w:t>© 2013 by Princeton University Press</w:t>
      </w:r>
    </w:p>
    <w:p w14:paraId="7211173D" w14:textId="77777777" w:rsidR="003568DE" w:rsidRDefault="003568DE" w:rsidP="003568DE">
      <w:pPr>
        <w:pStyle w:val="b"/>
      </w:pPr>
      <w:r>
        <w:t>Agent-Based Modeling</w:t>
      </w:r>
    </w:p>
    <w:p w14:paraId="14B57D0B" w14:textId="77777777" w:rsidR="003568DE" w:rsidRDefault="003568DE" w:rsidP="003568DE">
      <w:pPr>
        <w:pStyle w:val="Caption"/>
      </w:pPr>
      <w:r w:rsidRPr="000A0E4F">
        <w:rPr>
          <w:b/>
        </w:rPr>
        <w:t xml:space="preserve">Quick Review Question </w:t>
      </w:r>
      <w:r w:rsidRPr="000A0E4F">
        <w:rPr>
          <w:b/>
        </w:rPr>
        <w:fldChar w:fldCharType="begin"/>
      </w:r>
      <w:r w:rsidRPr="000A0E4F">
        <w:rPr>
          <w:b/>
        </w:rPr>
        <w:instrText xml:space="preserve"> SEQ Quick_Review_Question \* ARABIC </w:instrText>
      </w:r>
      <w:r w:rsidRPr="000A0E4F">
        <w:rPr>
          <w:b/>
        </w:rPr>
        <w:fldChar w:fldCharType="separate"/>
      </w:r>
      <w:r w:rsidR="003D606C">
        <w:rPr>
          <w:b/>
          <w:noProof/>
        </w:rPr>
        <w:t>1</w:t>
      </w:r>
      <w:r w:rsidRPr="000A0E4F">
        <w:rPr>
          <w:b/>
        </w:rPr>
        <w:fldChar w:fldCharType="end"/>
      </w:r>
      <w:r>
        <w:tab/>
        <w:t>Indicate to which each of the following applies, cellular automaton</w:t>
      </w:r>
      <w:r w:rsidRPr="000A0E4F">
        <w:t xml:space="preserve"> </w:t>
      </w:r>
      <w:r>
        <w:t>(CA) simulations, agent-based (AB) simulations, or both:</w:t>
      </w:r>
    </w:p>
    <w:p w14:paraId="118AC878" w14:textId="77777777" w:rsidR="003568DE" w:rsidRDefault="003568DE" w:rsidP="003568DE">
      <w:pPr>
        <w:pStyle w:val="p"/>
      </w:pPr>
      <w:r>
        <w:rPr>
          <w:b/>
        </w:rPr>
        <w:t>a.</w:t>
      </w:r>
      <w:r>
        <w:tab/>
        <w:t>Autonomous, decision-making entity has a state and behaviors</w:t>
      </w:r>
    </w:p>
    <w:p w14:paraId="14396349" w14:textId="77777777" w:rsidR="003568DE" w:rsidRDefault="003568DE" w:rsidP="003568DE">
      <w:pPr>
        <w:pStyle w:val="p"/>
      </w:pPr>
      <w:r w:rsidRPr="000A0E4F">
        <w:rPr>
          <w:b/>
        </w:rPr>
        <w:t>b.</w:t>
      </w:r>
      <w:r w:rsidRPr="000A0E4F">
        <w:rPr>
          <w:b/>
        </w:rPr>
        <w:tab/>
      </w:r>
      <w:r>
        <w:t>G</w:t>
      </w:r>
      <w:r w:rsidRPr="000A0E4F">
        <w:t>rid cell has state</w:t>
      </w:r>
      <w:r>
        <w:t xml:space="preserve"> and transition rules specify next state</w:t>
      </w:r>
    </w:p>
    <w:p w14:paraId="78A2AA21" w14:textId="77777777" w:rsidR="003568DE" w:rsidRDefault="003568DE" w:rsidP="003568DE">
      <w:pPr>
        <w:pStyle w:val="p"/>
      </w:pPr>
      <w:r>
        <w:rPr>
          <w:b/>
        </w:rPr>
        <w:t>c.</w:t>
      </w:r>
      <w:r>
        <w:tab/>
        <w:t>Relationship with neighbors determines next state</w:t>
      </w:r>
    </w:p>
    <w:p w14:paraId="1365A030" w14:textId="77777777" w:rsidR="003568DE" w:rsidRDefault="003568DE" w:rsidP="003568DE">
      <w:pPr>
        <w:pStyle w:val="p"/>
      </w:pPr>
      <w:r>
        <w:rPr>
          <w:b/>
        </w:rPr>
        <w:t>d.</w:t>
      </w:r>
      <w:r>
        <w:tab/>
        <w:t>Can use grid</w:t>
      </w:r>
    </w:p>
    <w:p w14:paraId="3CBF1001" w14:textId="77777777" w:rsidR="003568DE" w:rsidRDefault="003568DE" w:rsidP="003568DE">
      <w:pPr>
        <w:pStyle w:val="p"/>
      </w:pPr>
      <w:r>
        <w:rPr>
          <w:b/>
        </w:rPr>
        <w:t>e.</w:t>
      </w:r>
      <w:r>
        <w:tab/>
        <w:t>For each time step, iteration is over each grid cell</w:t>
      </w:r>
    </w:p>
    <w:p w14:paraId="08D5C38B" w14:textId="77777777" w:rsidR="003568DE" w:rsidRDefault="003568DE" w:rsidP="003568DE">
      <w:pPr>
        <w:pStyle w:val="p"/>
      </w:pPr>
      <w:r>
        <w:rPr>
          <w:b/>
        </w:rPr>
        <w:t>f.</w:t>
      </w:r>
      <w:r>
        <w:tab/>
        <w:t>For each time step, iteration is over each autonomous, decision-making entity</w:t>
      </w:r>
    </w:p>
    <w:p w14:paraId="0BBB626C" w14:textId="77777777" w:rsidR="00C6354F" w:rsidRDefault="003568DE" w:rsidP="003568DE">
      <w:pPr>
        <w:pStyle w:val="p"/>
      </w:pPr>
      <w:r>
        <w:rPr>
          <w:b/>
        </w:rPr>
        <w:t>g.</w:t>
      </w:r>
      <w:r>
        <w:tab/>
        <w:t xml:space="preserve">Local interactions can cause global change </w:t>
      </w:r>
    </w:p>
    <w:p w14:paraId="2EBB822E" w14:textId="77777777" w:rsidR="00C6354F" w:rsidRDefault="00C6354F" w:rsidP="003568DE">
      <w:pPr>
        <w:pStyle w:val="p"/>
      </w:pPr>
    </w:p>
    <w:p w14:paraId="6A7DFA59" w14:textId="77777777" w:rsidR="003568DE" w:rsidRPr="00C6354F" w:rsidRDefault="00C6354F" w:rsidP="00C6354F">
      <w:pPr>
        <w:pStyle w:val="t"/>
        <w:rPr>
          <w:b/>
        </w:rPr>
      </w:pPr>
      <w:r w:rsidRPr="00C6354F">
        <w:rPr>
          <w:b/>
          <w:i/>
        </w:rPr>
        <w:t>Compose all the following answers in AgentSheets</w:t>
      </w:r>
      <w:r w:rsidRPr="00C6354F">
        <w:rPr>
          <w:b/>
        </w:rPr>
        <w:t>:</w:t>
      </w:r>
    </w:p>
    <w:p w14:paraId="7DFA07CA" w14:textId="77777777" w:rsidR="003568DE" w:rsidRDefault="003568DE" w:rsidP="003568DE">
      <w:pPr>
        <w:pStyle w:val="b"/>
      </w:pPr>
      <w:r>
        <w:t>Model Environment</w:t>
      </w:r>
    </w:p>
    <w:p w14:paraId="7C09B9F4" w14:textId="77777777" w:rsidR="006A4954" w:rsidRPr="00EE015D" w:rsidRDefault="006A4954" w:rsidP="006A4954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2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 w:rsidR="00F20FBE" w:rsidRPr="00F20FBE">
        <w:t>Write the</w:t>
      </w:r>
      <w:r w:rsidR="00F20FBE">
        <w:rPr>
          <w:b/>
        </w:rPr>
        <w:t xml:space="preserve"> </w:t>
      </w:r>
      <w:r w:rsidR="00F20FBE">
        <w:rPr>
          <w:i/>
        </w:rPr>
        <w:t>WHEN-CREATING-NEW-AGENT</w:t>
      </w:r>
      <w:r w:rsidR="00F20FBE">
        <w:t xml:space="preserve"> method</w:t>
      </w:r>
      <w:r>
        <w:t xml:space="preserve"> </w:t>
      </w:r>
      <w:r w:rsidR="00F20FBE">
        <w:t>for</w:t>
      </w:r>
      <w:r>
        <w:t xml:space="preserve"> initialization of a </w:t>
      </w:r>
      <w:r>
        <w:rPr>
          <w:i/>
        </w:rPr>
        <w:t xml:space="preserve">Farm </w:t>
      </w:r>
      <w:r w:rsidRPr="00BD45C2">
        <w:t>agent</w:t>
      </w:r>
      <w:r>
        <w:t>.</w:t>
      </w:r>
    </w:p>
    <w:p w14:paraId="1C2FC34C" w14:textId="77777777" w:rsidR="00B45DC7" w:rsidRDefault="00B45DC7" w:rsidP="00B45DC7">
      <w:pPr>
        <w:pStyle w:val="b"/>
      </w:pPr>
      <w:r>
        <w:t>Agents and Their States</w:t>
      </w:r>
    </w:p>
    <w:p w14:paraId="6F64059C" w14:textId="77777777" w:rsidR="00B45DC7" w:rsidRPr="00EE015D" w:rsidRDefault="00B45DC7" w:rsidP="00B45DC7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3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 w:rsidRPr="00F20FBE">
        <w:t>Write the</w:t>
      </w:r>
      <w:r>
        <w:rPr>
          <w:b/>
        </w:rPr>
        <w:t xml:space="preserve"> </w:t>
      </w:r>
      <w:r>
        <w:rPr>
          <w:i/>
        </w:rPr>
        <w:t>WHEN-CREATING-NEW-AGENT</w:t>
      </w:r>
      <w:r>
        <w:t xml:space="preserve"> method for initialization of a </w:t>
      </w:r>
      <w:r>
        <w:rPr>
          <w:i/>
        </w:rPr>
        <w:t xml:space="preserve">Cattle </w:t>
      </w:r>
      <w:r>
        <w:t xml:space="preserve">agent and the associated </w:t>
      </w:r>
      <w:proofErr w:type="spellStart"/>
      <w:r w:rsidRPr="005D7299">
        <w:rPr>
          <w:i/>
        </w:rPr>
        <w:t>countSIRM</w:t>
      </w:r>
      <w:proofErr w:type="spellEnd"/>
      <w:r w:rsidRPr="005D7299">
        <w:t xml:space="preserve"> method</w:t>
      </w:r>
      <w:r>
        <w:t>.</w:t>
      </w:r>
    </w:p>
    <w:p w14:paraId="6B382B0E" w14:textId="77777777" w:rsidR="00C6354F" w:rsidRDefault="00C6354F" w:rsidP="00C6354F">
      <w:pPr>
        <w:pStyle w:val="b"/>
      </w:pPr>
      <w:r>
        <w:t>Agent Behaviors</w:t>
      </w:r>
    </w:p>
    <w:p w14:paraId="64D89BD0" w14:textId="77777777" w:rsidR="00C6354F" w:rsidRPr="00EE015D" w:rsidRDefault="00C6354F" w:rsidP="00C6354F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4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cattle </w:t>
      </w:r>
      <w:r>
        <w:rPr>
          <w:i/>
        </w:rPr>
        <w:t>WHILE-RUNNING</w:t>
      </w:r>
      <w:r>
        <w:t xml:space="preserve"> method, which is the cattle scheduler method.</w:t>
      </w:r>
    </w:p>
    <w:p w14:paraId="64DE71C6" w14:textId="77777777" w:rsidR="000C211C" w:rsidRPr="00EE015D" w:rsidRDefault="000C211C" w:rsidP="000C211C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5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sir</w:t>
      </w:r>
      <w:r>
        <w:t xml:space="preserve"> method.</w:t>
      </w:r>
    </w:p>
    <w:p w14:paraId="44BF9265" w14:textId="15C0F800" w:rsidR="00323F45" w:rsidRDefault="00323F45" w:rsidP="00323F45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6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proofErr w:type="spellStart"/>
      <w:r w:rsidR="001067EB">
        <w:rPr>
          <w:i/>
        </w:rPr>
        <w:t>sirAbattoir</w:t>
      </w:r>
      <w:proofErr w:type="spellEnd"/>
      <w:r>
        <w:t xml:space="preserve"> method.</w:t>
      </w:r>
    </w:p>
    <w:p w14:paraId="046001E4" w14:textId="77777777" w:rsidR="00323F45" w:rsidRPr="00EE015D" w:rsidRDefault="00323F45" w:rsidP="00323F45">
      <w:pPr>
        <w:pStyle w:val="Caption"/>
      </w:pPr>
      <w:r w:rsidRPr="00FA7B83">
        <w:rPr>
          <w:b/>
        </w:rPr>
        <w:lastRenderedPageBreak/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7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proofErr w:type="spellStart"/>
      <w:r>
        <w:rPr>
          <w:i/>
        </w:rPr>
        <w:t>inFarm</w:t>
      </w:r>
      <w:proofErr w:type="spellEnd"/>
      <w:r>
        <w:t xml:space="preserve"> method.</w:t>
      </w:r>
    </w:p>
    <w:p w14:paraId="72352918" w14:textId="77777777" w:rsidR="00323F45" w:rsidRPr="00323F45" w:rsidRDefault="00323F45" w:rsidP="00323F45">
      <w:pPr>
        <w:pStyle w:val="p"/>
      </w:pPr>
    </w:p>
    <w:p w14:paraId="7C76706E" w14:textId="77777777" w:rsidR="00323F45" w:rsidRPr="00EE015D" w:rsidRDefault="00323F45" w:rsidP="00323F45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8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farm2Sale</w:t>
      </w:r>
      <w:r>
        <w:t xml:space="preserve"> method.</w:t>
      </w:r>
    </w:p>
    <w:p w14:paraId="66C42FC2" w14:textId="77777777" w:rsidR="00DA7AA1" w:rsidRPr="00EE015D" w:rsidRDefault="00DA7AA1" w:rsidP="00DA7AA1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9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 w:rsidR="00075AC1">
        <w:rPr>
          <w:b/>
        </w:rPr>
        <w:tab/>
      </w:r>
      <w:r>
        <w:t xml:space="preserve">Write </w:t>
      </w:r>
      <w:r w:rsidR="001C0A17">
        <w:t xml:space="preserve">cattle </w:t>
      </w:r>
      <w:r>
        <w:rPr>
          <w:i/>
        </w:rPr>
        <w:t>inSaleBarn1</w:t>
      </w:r>
      <w:r>
        <w:t xml:space="preserve"> method.</w:t>
      </w:r>
    </w:p>
    <w:p w14:paraId="0F6912CD" w14:textId="77777777" w:rsidR="000E678F" w:rsidRDefault="000E678F" w:rsidP="000E678F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10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 xml:space="preserve">cattle </w:t>
      </w:r>
      <w:proofErr w:type="spellStart"/>
      <w:r>
        <w:rPr>
          <w:i/>
        </w:rPr>
        <w:t>moveInSalebarn</w:t>
      </w:r>
      <w:proofErr w:type="spellEnd"/>
      <w:r>
        <w:t xml:space="preserve"> method.</w:t>
      </w:r>
    </w:p>
    <w:p w14:paraId="4D02F679" w14:textId="77777777" w:rsidR="00EF0AAD" w:rsidRDefault="00EF0AAD" w:rsidP="00EF0AAD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11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 xml:space="preserve">cattle </w:t>
      </w:r>
      <w:proofErr w:type="spellStart"/>
      <w:r>
        <w:rPr>
          <w:i/>
        </w:rPr>
        <w:t>inStocker</w:t>
      </w:r>
      <w:proofErr w:type="spellEnd"/>
      <w:r>
        <w:t xml:space="preserve"> method.</w:t>
      </w:r>
    </w:p>
    <w:p w14:paraId="05B65C0C" w14:textId="77777777" w:rsidR="0078785A" w:rsidRDefault="0078785A" w:rsidP="0078785A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12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 xml:space="preserve">cattle </w:t>
      </w:r>
      <w:proofErr w:type="spellStart"/>
      <w:r>
        <w:rPr>
          <w:i/>
        </w:rPr>
        <w:t>inFeedlot</w:t>
      </w:r>
      <w:proofErr w:type="spellEnd"/>
      <w:r>
        <w:t xml:space="preserve"> method.</w:t>
      </w:r>
    </w:p>
    <w:p w14:paraId="3FF5F4E7" w14:textId="77777777" w:rsidR="00F7128F" w:rsidRDefault="00F7128F" w:rsidP="00F7128F">
      <w:pPr>
        <w:pStyle w:val="b"/>
      </w:pPr>
      <w:r>
        <w:t>Model Refinement</w:t>
      </w:r>
    </w:p>
    <w:p w14:paraId="59C112C4" w14:textId="77777777" w:rsidR="00D00856" w:rsidRDefault="00D00856" w:rsidP="00D00856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13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the </w:t>
      </w:r>
      <w:proofErr w:type="spellStart"/>
      <w:r>
        <w:rPr>
          <w:i/>
        </w:rPr>
        <w:t>SimulationDriver</w:t>
      </w:r>
      <w:r>
        <w:t>'s</w:t>
      </w:r>
      <w:proofErr w:type="spellEnd"/>
      <w:r>
        <w:t xml:space="preserve"> </w:t>
      </w:r>
      <w:r>
        <w:rPr>
          <w:i/>
        </w:rPr>
        <w:t>WHILE-RUNNING</w:t>
      </w:r>
      <w:r>
        <w:t xml:space="preserve"> method.</w:t>
      </w:r>
    </w:p>
    <w:p w14:paraId="5EF9C2AA" w14:textId="77777777" w:rsidR="00D00856" w:rsidRDefault="00D00856" w:rsidP="00D00856">
      <w:pPr>
        <w:pStyle w:val="Caption"/>
      </w:pPr>
      <w:r w:rsidRPr="00FA7B83">
        <w:rPr>
          <w:b/>
        </w:rPr>
        <w:t xml:space="preserve">Quick Review Question </w:t>
      </w:r>
      <w:r w:rsidRPr="00FA7B83">
        <w:rPr>
          <w:b/>
        </w:rPr>
        <w:fldChar w:fldCharType="begin"/>
      </w:r>
      <w:r w:rsidRPr="00FA7B83">
        <w:rPr>
          <w:b/>
        </w:rPr>
        <w:instrText xml:space="preserve"> SEQ Quick_Review_Question \* ARABIC </w:instrText>
      </w:r>
      <w:r w:rsidRPr="00FA7B83">
        <w:rPr>
          <w:b/>
        </w:rPr>
        <w:fldChar w:fldCharType="separate"/>
      </w:r>
      <w:r w:rsidR="003D606C">
        <w:rPr>
          <w:b/>
          <w:noProof/>
        </w:rPr>
        <w:t>14</w:t>
      </w:r>
      <w:r w:rsidRPr="00FA7B83">
        <w:rPr>
          <w:b/>
        </w:rPr>
        <w:fldChar w:fldCharType="end"/>
      </w:r>
      <w:r w:rsidRPr="00FA7B83">
        <w:rPr>
          <w:b/>
        </w:rPr>
        <w:tab/>
      </w:r>
      <w:r>
        <w:t xml:space="preserve">Write </w:t>
      </w:r>
      <w:r w:rsidR="001C0A17">
        <w:t>cattle</w:t>
      </w:r>
      <w:r>
        <w:t xml:space="preserve"> </w:t>
      </w:r>
      <w:proofErr w:type="spellStart"/>
      <w:r>
        <w:rPr>
          <w:i/>
        </w:rPr>
        <w:t>initI</w:t>
      </w:r>
      <w:proofErr w:type="spellEnd"/>
      <w:r>
        <w:t xml:space="preserve"> method.</w:t>
      </w:r>
    </w:p>
    <w:p w14:paraId="2EADEF51" w14:textId="77777777" w:rsidR="00C6354F" w:rsidRDefault="00C6354F" w:rsidP="00C6354F">
      <w:pPr>
        <w:pStyle w:val="b"/>
      </w:pPr>
    </w:p>
    <w:p w14:paraId="61C2BE0E" w14:textId="77777777" w:rsidR="006A4954" w:rsidRDefault="006A4954" w:rsidP="006A4954">
      <w:pPr>
        <w:pStyle w:val="t"/>
      </w:pPr>
    </w:p>
    <w:p w14:paraId="070211CE" w14:textId="77777777" w:rsidR="006A4954" w:rsidRDefault="006A4954" w:rsidP="006A4954">
      <w:pPr>
        <w:pStyle w:val="b"/>
      </w:pPr>
      <w:r>
        <w:t>Answers to Quick Review Questions</w:t>
      </w:r>
    </w:p>
    <w:p w14:paraId="7571C2D5" w14:textId="77777777" w:rsidR="006A4954" w:rsidRDefault="006A4954" w:rsidP="006A4954">
      <w:pPr>
        <w:pStyle w:val="d"/>
      </w:pPr>
      <w:r>
        <w:rPr>
          <w:b/>
        </w:rPr>
        <w:t>1.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>.</w:t>
      </w:r>
      <w:r>
        <w:tab/>
        <w:t>AB</w:t>
      </w:r>
      <w:r>
        <w:tab/>
      </w:r>
      <w:r>
        <w:tab/>
      </w:r>
      <w:r>
        <w:rPr>
          <w:b/>
        </w:rPr>
        <w:t>b.</w:t>
      </w:r>
      <w:r>
        <w:tab/>
        <w:t>CA</w:t>
      </w:r>
      <w:r>
        <w:tab/>
      </w:r>
      <w:r>
        <w:tab/>
      </w:r>
      <w:r>
        <w:rPr>
          <w:b/>
        </w:rPr>
        <w:t>c.</w:t>
      </w:r>
      <w:r>
        <w:tab/>
        <w:t>both</w:t>
      </w:r>
      <w:r>
        <w:tab/>
      </w:r>
      <w:r>
        <w:tab/>
      </w:r>
      <w:r>
        <w:rPr>
          <w:b/>
        </w:rPr>
        <w:t>d.</w:t>
      </w:r>
      <w:r>
        <w:tab/>
        <w:t>both</w:t>
      </w:r>
    </w:p>
    <w:p w14:paraId="284C4BA8" w14:textId="77777777" w:rsidR="006A4954" w:rsidRPr="001E5221" w:rsidRDefault="006A4954" w:rsidP="006A4954">
      <w:pPr>
        <w:pStyle w:val="p"/>
      </w:pPr>
      <w:r>
        <w:rPr>
          <w:b/>
        </w:rPr>
        <w:t>e.</w:t>
      </w:r>
      <w:r>
        <w:tab/>
        <w:t>CA</w:t>
      </w:r>
      <w:r>
        <w:tab/>
      </w:r>
      <w:r>
        <w:tab/>
      </w:r>
      <w:r>
        <w:rPr>
          <w:b/>
        </w:rPr>
        <w:t>f.</w:t>
      </w:r>
      <w:r>
        <w:tab/>
        <w:t>AB</w:t>
      </w:r>
      <w:r>
        <w:tab/>
      </w:r>
      <w:r>
        <w:tab/>
      </w:r>
      <w:r>
        <w:rPr>
          <w:b/>
        </w:rPr>
        <w:t>g.</w:t>
      </w:r>
      <w:r>
        <w:tab/>
        <w:t>both</w:t>
      </w:r>
    </w:p>
    <w:p w14:paraId="11FF43A0" w14:textId="77777777" w:rsidR="0012097D" w:rsidRDefault="0012097D" w:rsidP="0012097D">
      <w:pPr>
        <w:pStyle w:val="e"/>
      </w:pPr>
    </w:p>
    <w:p w14:paraId="08D21191" w14:textId="77777777" w:rsidR="0012097D" w:rsidRDefault="0012097D" w:rsidP="000B32FA">
      <w:pPr>
        <w:pStyle w:val="e"/>
        <w:keepNext/>
        <w:ind w:left="547" w:hanging="547"/>
        <w:rPr>
          <w:b/>
        </w:rPr>
      </w:pPr>
      <w:r>
        <w:rPr>
          <w:b/>
        </w:rPr>
        <w:t>2.</w:t>
      </w:r>
    </w:p>
    <w:p w14:paraId="7DF8A33E" w14:textId="77777777" w:rsidR="007D7813" w:rsidRDefault="0012097D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64D68169" wp14:editId="142F8019">
            <wp:extent cx="4437806" cy="1649795"/>
            <wp:effectExtent l="25400" t="0" r="7194" b="0"/>
            <wp:docPr id="1" name="Picture 0" descr="11_2QRQ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3312" cy="165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B6ADF" w14:textId="77777777" w:rsidR="007D7813" w:rsidRDefault="007D7813" w:rsidP="0012097D">
      <w:pPr>
        <w:pStyle w:val="e"/>
        <w:rPr>
          <w:b/>
        </w:rPr>
      </w:pPr>
    </w:p>
    <w:p w14:paraId="535FD5D6" w14:textId="77777777" w:rsidR="007D7813" w:rsidRDefault="007D7813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3.</w:t>
      </w:r>
      <w:r>
        <w:rPr>
          <w:b/>
        </w:rPr>
        <w:tab/>
      </w:r>
    </w:p>
    <w:p w14:paraId="1E9B5101" w14:textId="77777777" w:rsidR="007D7813" w:rsidRDefault="007D781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7D520895" wp14:editId="4F204399">
            <wp:extent cx="5486400" cy="2593340"/>
            <wp:effectExtent l="25400" t="0" r="0" b="0"/>
            <wp:docPr id="2" name="Picture 1" descr="11_2QRQ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3a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F5A2C" w14:textId="77777777" w:rsidR="007D7813" w:rsidRDefault="007D7813" w:rsidP="0012097D">
      <w:pPr>
        <w:pStyle w:val="e"/>
        <w:rPr>
          <w:b/>
          <w:noProof/>
        </w:rPr>
      </w:pPr>
    </w:p>
    <w:p w14:paraId="7BB31668" w14:textId="77777777" w:rsidR="007D7813" w:rsidRDefault="007D781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23CE2E02" wp14:editId="37C7CC02">
            <wp:extent cx="5486400" cy="4058920"/>
            <wp:effectExtent l="25400" t="0" r="0" b="0"/>
            <wp:docPr id="3" name="Picture 2" descr="11_2QRQ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3b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F9E7A" w14:textId="77777777" w:rsidR="007D7813" w:rsidRDefault="007D7813" w:rsidP="0012097D">
      <w:pPr>
        <w:pStyle w:val="e"/>
        <w:rPr>
          <w:b/>
        </w:rPr>
      </w:pPr>
    </w:p>
    <w:p w14:paraId="751F6A2F" w14:textId="77777777" w:rsidR="007D7813" w:rsidRDefault="007D7813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4.</w:t>
      </w:r>
    </w:p>
    <w:p w14:paraId="7448F96F" w14:textId="77777777" w:rsidR="003D606C" w:rsidRDefault="003D606C" w:rsidP="003D606C">
      <w:pPr>
        <w:pStyle w:val="e"/>
        <w:keepNext/>
        <w:rPr>
          <w:b/>
        </w:rPr>
      </w:pPr>
    </w:p>
    <w:p w14:paraId="5139924C" w14:textId="77777777" w:rsidR="00EB3F86" w:rsidRDefault="00EB3F86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06EA34EF" wp14:editId="61FD5DE2">
            <wp:extent cx="3587261" cy="4425950"/>
            <wp:effectExtent l="25400" t="0" r="0" b="0"/>
            <wp:docPr id="4" name="Picture 3" descr="11_2QRQ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4a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87261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E45F4" w14:textId="2D473AD2" w:rsidR="00075AC1" w:rsidRDefault="003D606C" w:rsidP="0012097D">
      <w:pPr>
        <w:pStyle w:val="e"/>
        <w:rPr>
          <w:b/>
        </w:rPr>
      </w:pPr>
      <w:r>
        <w:rPr>
          <w:b/>
        </w:rPr>
        <w:t xml:space="preserve">  </w:t>
      </w:r>
      <w:r w:rsidR="00EB3F86"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47037C26" wp14:editId="736D01D1">
            <wp:extent cx="3491679" cy="286816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7.59.52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059" cy="286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E5B09" w14:textId="77777777" w:rsidR="00075AC1" w:rsidRDefault="00075AC1" w:rsidP="0012097D">
      <w:pPr>
        <w:pStyle w:val="e"/>
        <w:rPr>
          <w:b/>
        </w:rPr>
      </w:pPr>
    </w:p>
    <w:p w14:paraId="61B7475A" w14:textId="77777777" w:rsidR="00075AC1" w:rsidRDefault="00075AC1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5.</w:t>
      </w:r>
    </w:p>
    <w:p w14:paraId="4F3934CA" w14:textId="77777777" w:rsidR="008176A3" w:rsidRDefault="008176A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02A3E0EC" wp14:editId="63F88045">
            <wp:extent cx="5083036" cy="3937000"/>
            <wp:effectExtent l="25400" t="0" r="0" b="0"/>
            <wp:docPr id="6" name="Picture 5" descr="11_2QRQ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5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84556" cy="3938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B1534" w14:textId="77777777" w:rsidR="008176A3" w:rsidRDefault="008176A3" w:rsidP="0012097D">
      <w:pPr>
        <w:pStyle w:val="e"/>
        <w:rPr>
          <w:b/>
        </w:rPr>
      </w:pPr>
    </w:p>
    <w:p w14:paraId="1E595458" w14:textId="77777777" w:rsidR="008176A3" w:rsidRDefault="008176A3" w:rsidP="000B32FA">
      <w:pPr>
        <w:pStyle w:val="e"/>
        <w:keepNext/>
        <w:ind w:left="547" w:hanging="547"/>
        <w:rPr>
          <w:b/>
        </w:rPr>
      </w:pPr>
      <w:r>
        <w:rPr>
          <w:b/>
        </w:rPr>
        <w:t>6.</w:t>
      </w:r>
    </w:p>
    <w:p w14:paraId="64056F63" w14:textId="1D0035FF" w:rsidR="003A059F" w:rsidRDefault="00E76E4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2C242DF6" wp14:editId="45EBBC43">
            <wp:extent cx="4606184" cy="276371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8.01.26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7142" cy="276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F0461" w14:textId="77777777" w:rsidR="003A059F" w:rsidRDefault="003A059F" w:rsidP="0012097D">
      <w:pPr>
        <w:pStyle w:val="e"/>
        <w:rPr>
          <w:b/>
        </w:rPr>
      </w:pPr>
    </w:p>
    <w:p w14:paraId="6CA7C7CA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7.</w:t>
      </w:r>
    </w:p>
    <w:p w14:paraId="7BA88651" w14:textId="77777777" w:rsidR="003A059F" w:rsidRDefault="003A059F" w:rsidP="0012097D">
      <w:pPr>
        <w:pStyle w:val="e"/>
        <w:rPr>
          <w:b/>
        </w:rPr>
      </w:pPr>
      <w:r w:rsidRPr="003A059F">
        <w:rPr>
          <w:b/>
          <w:noProof/>
        </w:rPr>
        <w:drawing>
          <wp:inline distT="0" distB="0" distL="0" distR="0" wp14:anchorId="545912B5" wp14:editId="782F8B62">
            <wp:extent cx="3238500" cy="1497042"/>
            <wp:effectExtent l="25400" t="0" r="0" b="0"/>
            <wp:docPr id="9" name="Picture 7" descr="11_2QRQ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7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8620" cy="149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5CE09" w14:textId="77777777" w:rsidR="003A059F" w:rsidRDefault="003A059F" w:rsidP="0012097D">
      <w:pPr>
        <w:pStyle w:val="e"/>
        <w:rPr>
          <w:b/>
        </w:rPr>
      </w:pPr>
    </w:p>
    <w:p w14:paraId="2A2DE572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8.</w:t>
      </w:r>
    </w:p>
    <w:p w14:paraId="3DC80667" w14:textId="77777777" w:rsidR="003A059F" w:rsidRDefault="003A059F" w:rsidP="0012097D">
      <w:pPr>
        <w:pStyle w:val="e"/>
        <w:rPr>
          <w:b/>
        </w:rPr>
      </w:pPr>
      <w:r w:rsidRPr="003A059F">
        <w:rPr>
          <w:b/>
          <w:noProof/>
        </w:rPr>
        <w:drawing>
          <wp:inline distT="0" distB="0" distL="0" distR="0" wp14:anchorId="53032271" wp14:editId="3A4D1BFF">
            <wp:extent cx="3606800" cy="4125278"/>
            <wp:effectExtent l="25400" t="0" r="0" b="0"/>
            <wp:docPr id="18" name="Picture 9" descr="11_2QRQ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8a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7531" cy="412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A7BE7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3B37E266" wp14:editId="69F537F2">
            <wp:extent cx="2971800" cy="676677"/>
            <wp:effectExtent l="25400" t="0" r="0" b="0"/>
            <wp:docPr id="11" name="Picture 10" descr="11_2QRQ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8b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6341" cy="679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028A1" w14:textId="77777777" w:rsidR="003A059F" w:rsidRDefault="003A059F" w:rsidP="0012097D">
      <w:pPr>
        <w:pStyle w:val="e"/>
        <w:rPr>
          <w:b/>
        </w:rPr>
      </w:pPr>
    </w:p>
    <w:p w14:paraId="14038EEB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9.</w:t>
      </w:r>
    </w:p>
    <w:p w14:paraId="678E8C75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7F703765" wp14:editId="0F0A20E5">
            <wp:extent cx="3352800" cy="2170783"/>
            <wp:effectExtent l="25400" t="0" r="0" b="0"/>
            <wp:docPr id="12" name="Picture 11" descr="11_2QRQ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9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57247" cy="217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F6275" w14:textId="77777777" w:rsidR="003A059F" w:rsidRDefault="003A059F" w:rsidP="0012097D">
      <w:pPr>
        <w:pStyle w:val="e"/>
        <w:rPr>
          <w:b/>
        </w:rPr>
      </w:pPr>
    </w:p>
    <w:p w14:paraId="7D61094D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10.</w:t>
      </w:r>
    </w:p>
    <w:p w14:paraId="0EAED745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129CA6C5" wp14:editId="1EB6822D">
            <wp:extent cx="3338007" cy="3829050"/>
            <wp:effectExtent l="25400" t="0" r="0" b="0"/>
            <wp:docPr id="13" name="Picture 12" descr="11_2QRQ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0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38344" cy="3829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53520" w14:textId="77777777" w:rsidR="003A059F" w:rsidRDefault="003A059F" w:rsidP="0012097D">
      <w:pPr>
        <w:pStyle w:val="e"/>
        <w:rPr>
          <w:b/>
        </w:rPr>
      </w:pPr>
    </w:p>
    <w:p w14:paraId="6553FC44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11.</w:t>
      </w:r>
    </w:p>
    <w:p w14:paraId="6201AF44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5AACAB13" wp14:editId="2D2BD09E">
            <wp:extent cx="3092450" cy="3267638"/>
            <wp:effectExtent l="25400" t="0" r="6350" b="0"/>
            <wp:docPr id="14" name="Picture 13" descr="11_2QRQ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1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3267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DB97D" w14:textId="77777777" w:rsidR="003A059F" w:rsidRDefault="003A059F" w:rsidP="0012097D">
      <w:pPr>
        <w:pStyle w:val="e"/>
        <w:rPr>
          <w:b/>
        </w:rPr>
      </w:pPr>
    </w:p>
    <w:p w14:paraId="24B1DEEE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12.</w:t>
      </w:r>
    </w:p>
    <w:p w14:paraId="56C2274D" w14:textId="77777777" w:rsidR="003A059F" w:rsidRDefault="003A059F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04EF19A4" wp14:editId="63B74CB1">
            <wp:extent cx="3457009" cy="4457700"/>
            <wp:effectExtent l="25400" t="0" r="0" b="0"/>
            <wp:docPr id="15" name="Picture 14" descr="11_2QRQ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2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57544" cy="44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AA2D1" w14:textId="77777777" w:rsidR="003A059F" w:rsidRDefault="003A059F" w:rsidP="0012097D">
      <w:pPr>
        <w:pStyle w:val="e"/>
        <w:rPr>
          <w:b/>
        </w:rPr>
      </w:pPr>
    </w:p>
    <w:p w14:paraId="22F510B5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lastRenderedPageBreak/>
        <w:t>13.</w:t>
      </w:r>
    </w:p>
    <w:p w14:paraId="2E8EAF12" w14:textId="6DA20728" w:rsidR="003A059F" w:rsidRDefault="00D85583" w:rsidP="0012097D">
      <w:pPr>
        <w:pStyle w:val="e"/>
        <w:rPr>
          <w:b/>
        </w:rPr>
      </w:pPr>
      <w:r>
        <w:rPr>
          <w:b/>
          <w:noProof/>
        </w:rPr>
        <w:drawing>
          <wp:inline distT="0" distB="0" distL="0" distR="0" wp14:anchorId="7BF9847C" wp14:editId="3E1B3859">
            <wp:extent cx="2673901" cy="382106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9 at 8.04.40 PM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510" cy="382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F0BAC" w14:textId="77777777" w:rsidR="003A059F" w:rsidRDefault="003A059F" w:rsidP="0012097D">
      <w:pPr>
        <w:pStyle w:val="e"/>
        <w:rPr>
          <w:b/>
        </w:rPr>
      </w:pPr>
    </w:p>
    <w:p w14:paraId="31CF9FED" w14:textId="77777777" w:rsidR="003A059F" w:rsidRDefault="003A059F" w:rsidP="000B32FA">
      <w:pPr>
        <w:pStyle w:val="e"/>
        <w:keepNext/>
        <w:ind w:left="547" w:hanging="547"/>
        <w:rPr>
          <w:b/>
        </w:rPr>
      </w:pPr>
      <w:r>
        <w:rPr>
          <w:b/>
        </w:rPr>
        <w:t>14.</w:t>
      </w:r>
    </w:p>
    <w:p w14:paraId="053703CB" w14:textId="77777777" w:rsidR="008176A3" w:rsidRDefault="003A059F" w:rsidP="0012097D">
      <w:pPr>
        <w:pStyle w:val="e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6C1ABE4E" wp14:editId="5903A17B">
            <wp:extent cx="4514850" cy="1894251"/>
            <wp:effectExtent l="25400" t="0" r="6350" b="0"/>
            <wp:docPr id="17" name="Picture 16" descr="11_2QRQ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2QRQ14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89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A993B2B" w14:textId="77777777" w:rsidR="003A059F" w:rsidRDefault="003A059F" w:rsidP="0012097D">
      <w:pPr>
        <w:pStyle w:val="e"/>
        <w:rPr>
          <w:b/>
        </w:rPr>
      </w:pPr>
    </w:p>
    <w:p w14:paraId="537FB1D8" w14:textId="77777777" w:rsidR="00F20FBE" w:rsidRPr="0012097D" w:rsidRDefault="00F20FBE" w:rsidP="0012097D">
      <w:pPr>
        <w:pStyle w:val="e"/>
        <w:rPr>
          <w:b/>
        </w:rPr>
      </w:pPr>
    </w:p>
    <w:sectPr w:rsidR="00F20FBE" w:rsidRPr="0012097D" w:rsidSect="00F20FBE">
      <w:headerReference w:type="default" r:id="rId24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45C93" w14:textId="77777777" w:rsidR="005456B7" w:rsidRDefault="00D07289">
      <w:r>
        <w:separator/>
      </w:r>
    </w:p>
  </w:endnote>
  <w:endnote w:type="continuationSeparator" w:id="0">
    <w:p w14:paraId="4AC91C61" w14:textId="77777777" w:rsidR="005456B7" w:rsidRDefault="00D0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6E24B" w14:textId="77777777" w:rsidR="005456B7" w:rsidRDefault="00D07289">
      <w:r>
        <w:separator/>
      </w:r>
    </w:p>
  </w:footnote>
  <w:footnote w:type="continuationSeparator" w:id="0">
    <w:p w14:paraId="23626740" w14:textId="77777777" w:rsidR="005456B7" w:rsidRDefault="00D072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E4060" w14:textId="77777777" w:rsidR="008176A3" w:rsidRPr="00A91F2E" w:rsidRDefault="009277E2" w:rsidP="00F20FBE">
    <w:pPr>
      <w:tabs>
        <w:tab w:val="left" w:pos="4320"/>
        <w:tab w:val="left" w:pos="8370"/>
      </w:tabs>
      <w:rPr>
        <w:rFonts w:ascii="Times" w:hAnsi="Times"/>
      </w:rPr>
    </w:pPr>
    <w:r>
      <w:rPr>
        <w:i/>
      </w:rPr>
      <w:t>11_2</w:t>
    </w:r>
    <w:r w:rsidRPr="00FA7B83">
      <w:rPr>
        <w:i/>
      </w:rPr>
      <w:t>QRQ</w:t>
    </w:r>
    <w:r>
      <w:rPr>
        <w:i/>
      </w:rPr>
      <w:t>AgentSheets</w:t>
    </w:r>
    <w:r w:rsidR="008176A3">
      <w:rPr>
        <w:rFonts w:ascii="Times" w:hAnsi="Times"/>
      </w:rPr>
      <w:tab/>
    </w:r>
    <w:r w:rsidR="008176A3" w:rsidRPr="00A91F2E">
      <w:rPr>
        <w:rFonts w:ascii="Times" w:hAnsi="Times"/>
      </w:rPr>
      <w:tab/>
    </w:r>
    <w:r w:rsidR="008176A3" w:rsidRPr="00A91F2E">
      <w:rPr>
        <w:rStyle w:val="PageNumber"/>
        <w:rFonts w:ascii="Times" w:hAnsi="Times"/>
      </w:rPr>
      <w:fldChar w:fldCharType="begin"/>
    </w:r>
    <w:r w:rsidR="008176A3" w:rsidRPr="00A91F2E">
      <w:rPr>
        <w:rStyle w:val="PageNumber"/>
        <w:rFonts w:ascii="Times" w:hAnsi="Times"/>
      </w:rPr>
      <w:instrText xml:space="preserve"> PAGE </w:instrText>
    </w:r>
    <w:r w:rsidR="008176A3" w:rsidRPr="00A91F2E">
      <w:rPr>
        <w:rStyle w:val="PageNumber"/>
        <w:rFonts w:ascii="Times" w:hAnsi="Times"/>
      </w:rPr>
      <w:fldChar w:fldCharType="separate"/>
    </w:r>
    <w:r w:rsidR="00D85583">
      <w:rPr>
        <w:rStyle w:val="PageNumber"/>
        <w:rFonts w:ascii="Times" w:hAnsi="Times"/>
        <w:noProof/>
      </w:rPr>
      <w:t>10</w:t>
    </w:r>
    <w:r w:rsidR="008176A3"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0462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A1B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F2DA23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5C09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0225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45EC1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C9E81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5483C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CA4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5FC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2E2F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intFractionalCharacterWidth/>
  <w:embedSystemFonts/>
  <w:bordersDoNotSurroundHeader/>
  <w:bordersDoNotSurroundFooter/>
  <w:proofState w:spelling="clean" w:grammar="clean"/>
  <w:attachedTemplate r:id="rId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BD"/>
    <w:rsid w:val="00075AC1"/>
    <w:rsid w:val="000B32FA"/>
    <w:rsid w:val="000C211C"/>
    <w:rsid w:val="000E678F"/>
    <w:rsid w:val="001067EB"/>
    <w:rsid w:val="0012097D"/>
    <w:rsid w:val="001C0A17"/>
    <w:rsid w:val="0026552F"/>
    <w:rsid w:val="00323F45"/>
    <w:rsid w:val="003568DE"/>
    <w:rsid w:val="003A059F"/>
    <w:rsid w:val="003D606C"/>
    <w:rsid w:val="004569BD"/>
    <w:rsid w:val="005456B7"/>
    <w:rsid w:val="006A4954"/>
    <w:rsid w:val="0078785A"/>
    <w:rsid w:val="007D7813"/>
    <w:rsid w:val="008176A3"/>
    <w:rsid w:val="009277E2"/>
    <w:rsid w:val="00B45DC7"/>
    <w:rsid w:val="00C6354F"/>
    <w:rsid w:val="00D00856"/>
    <w:rsid w:val="00D07289"/>
    <w:rsid w:val="00D85583"/>
    <w:rsid w:val="00DA7AA1"/>
    <w:rsid w:val="00E76E43"/>
    <w:rsid w:val="00EB3F86"/>
    <w:rsid w:val="00EF0AAD"/>
    <w:rsid w:val="00F20FBE"/>
    <w:rsid w:val="00F712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44EF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link w:val="Heading2Char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aliases w:val="bold title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569BD"/>
    <w:rPr>
      <w:rFonts w:ascii="Times" w:hAnsi="Times"/>
      <w:b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header" Target="head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43</TotalTime>
  <Pages>10</Pages>
  <Words>389</Words>
  <Characters>2219</Characters>
  <Application>Microsoft Macintosh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Angela Shiflet</dc:creator>
  <cp:keywords/>
  <cp:lastModifiedBy>User</cp:lastModifiedBy>
  <cp:revision>26</cp:revision>
  <cp:lastPrinted>2009-04-04T01:12:00Z</cp:lastPrinted>
  <dcterms:created xsi:type="dcterms:W3CDTF">2012-11-14T01:10:00Z</dcterms:created>
  <dcterms:modified xsi:type="dcterms:W3CDTF">2014-06-19T23:05:00Z</dcterms:modified>
</cp:coreProperties>
</file>